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648000" behindDoc="0" locked="0" layoutInCell="1" allowOverlap="1">
            <wp:simplePos x="0" y="0"/>
            <wp:positionH relativeFrom="margin">
              <wp:posOffset>-462915</wp:posOffset>
            </wp:positionH>
            <wp:positionV relativeFrom="margin">
              <wp:posOffset>-654685</wp:posOffset>
            </wp:positionV>
            <wp:extent cx="7572375" cy="11084560"/>
            <wp:effectExtent l="0" t="0" r="9525" b="2540"/>
            <wp:wrapNone/>
            <wp:docPr id="235" name="图片 235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35" descr="C:\Users\Administrator\Desktop\图片1.jpg图片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72375" cy="110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/>
    <w:p>
      <w: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-1134110</wp:posOffset>
                </wp:positionH>
                <wp:positionV relativeFrom="paragraph">
                  <wp:posOffset>5145405</wp:posOffset>
                </wp:positionV>
                <wp:extent cx="594995" cy="558800"/>
                <wp:effectExtent l="76200" t="0" r="0" b="50800"/>
                <wp:wrapNone/>
                <wp:docPr id="70074" name="Grou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8666">
                          <a:off x="0" y="0"/>
                          <a:ext cx="594995" cy="558800"/>
                          <a:chOff x="-205" y="158998"/>
                          <a:chExt cx="647" cy="419"/>
                        </a:xfrm>
                      </wpg:grpSpPr>
                      <wpg:grpSp>
                        <wpg:cNvPr id="70075" name="Group 173"/>
                        <wpg:cNvGrpSpPr/>
                        <wpg:grpSpPr>
                          <a:xfrm rot="-708963">
                            <a:off x="108" y="159085"/>
                            <a:ext cx="334" cy="332"/>
                            <a:chOff x="42" y="158771"/>
                            <a:chExt cx="497" cy="494"/>
                          </a:xfrm>
                        </wpg:grpSpPr>
                        <wps:wsp>
                          <wps:cNvPr id="70076" name="Freeform 174"/>
                          <wps:cNvSpPr/>
                          <wps:spPr bwMode="auto">
                            <a:xfrm rot="-792879">
                              <a:off x="42" y="158771"/>
                              <a:ext cx="225" cy="268"/>
                            </a:xfrm>
                            <a:custGeom>
                              <a:avLst/>
                              <a:gdLst>
                                <a:gd name="T0" fmla="*/ 191 w 134"/>
                                <a:gd name="T1" fmla="*/ 265 h 159"/>
                                <a:gd name="T2" fmla="*/ 77 w 134"/>
                                <a:gd name="T3" fmla="*/ 142 h 159"/>
                                <a:gd name="T4" fmla="*/ 34 w 134"/>
                                <a:gd name="T5" fmla="*/ 46 h 159"/>
                                <a:gd name="T6" fmla="*/ 0 w 134"/>
                                <a:gd name="T7" fmla="*/ 8 h 159"/>
                                <a:gd name="T8" fmla="*/ 119 w 134"/>
                                <a:gd name="T9" fmla="*/ 19 h 159"/>
                                <a:gd name="T10" fmla="*/ 220 w 134"/>
                                <a:gd name="T11" fmla="*/ 152 h 159"/>
                                <a:gd name="T12" fmla="*/ 200 w 134"/>
                                <a:gd name="T13" fmla="*/ 268 h 159"/>
                                <a:gd name="T14" fmla="*/ 191 w 134"/>
                                <a:gd name="T15" fmla="*/ 265 h 15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w 134"/>
                                <a:gd name="T25" fmla="*/ 0 h 159"/>
                                <a:gd name="T26" fmla="*/ 134 w 134"/>
                                <a:gd name="T27" fmla="*/ 159 h 159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134" h="159">
                                  <a:moveTo>
                                    <a:pt x="114" y="157"/>
                                  </a:moveTo>
                                  <a:cubicBezTo>
                                    <a:pt x="134" y="108"/>
                                    <a:pt x="77" y="117"/>
                                    <a:pt x="46" y="84"/>
                                  </a:cubicBezTo>
                                  <a:cubicBezTo>
                                    <a:pt x="21" y="60"/>
                                    <a:pt x="29" y="44"/>
                                    <a:pt x="20" y="27"/>
                                  </a:cubicBezTo>
                                  <a:cubicBezTo>
                                    <a:pt x="20" y="12"/>
                                    <a:pt x="0" y="0"/>
                                    <a:pt x="0" y="5"/>
                                  </a:cubicBezTo>
                                  <a:cubicBezTo>
                                    <a:pt x="3" y="4"/>
                                    <a:pt x="37" y="1"/>
                                    <a:pt x="71" y="11"/>
                                  </a:cubicBezTo>
                                  <a:cubicBezTo>
                                    <a:pt x="106" y="19"/>
                                    <a:pt x="133" y="54"/>
                                    <a:pt x="131" y="90"/>
                                  </a:cubicBezTo>
                                  <a:cubicBezTo>
                                    <a:pt x="129" y="118"/>
                                    <a:pt x="118" y="135"/>
                                    <a:pt x="119" y="159"/>
                                  </a:cubicBezTo>
                                  <a:lnTo>
                                    <a:pt x="11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70077" name="Freeform 175"/>
                          <wps:cNvSpPr/>
                          <wps:spPr bwMode="auto">
                            <a:xfrm rot="-792879">
                              <a:off x="314" y="158997"/>
                              <a:ext cx="225" cy="268"/>
                            </a:xfrm>
                            <a:custGeom>
                              <a:avLst/>
                              <a:gdLst>
                                <a:gd name="T0" fmla="*/ 191 w 134"/>
                                <a:gd name="T1" fmla="*/ 265 h 159"/>
                                <a:gd name="T2" fmla="*/ 77 w 134"/>
                                <a:gd name="T3" fmla="*/ 142 h 159"/>
                                <a:gd name="T4" fmla="*/ 34 w 134"/>
                                <a:gd name="T5" fmla="*/ 46 h 159"/>
                                <a:gd name="T6" fmla="*/ 0 w 134"/>
                                <a:gd name="T7" fmla="*/ 8 h 159"/>
                                <a:gd name="T8" fmla="*/ 119 w 134"/>
                                <a:gd name="T9" fmla="*/ 19 h 159"/>
                                <a:gd name="T10" fmla="*/ 220 w 134"/>
                                <a:gd name="T11" fmla="*/ 152 h 159"/>
                                <a:gd name="T12" fmla="*/ 200 w 134"/>
                                <a:gd name="T13" fmla="*/ 268 h 159"/>
                                <a:gd name="T14" fmla="*/ 191 w 134"/>
                                <a:gd name="T15" fmla="*/ 265 h 15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w 134"/>
                                <a:gd name="T25" fmla="*/ 0 h 159"/>
                                <a:gd name="T26" fmla="*/ 134 w 134"/>
                                <a:gd name="T27" fmla="*/ 159 h 159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134" h="159">
                                  <a:moveTo>
                                    <a:pt x="114" y="157"/>
                                  </a:moveTo>
                                  <a:cubicBezTo>
                                    <a:pt x="134" y="108"/>
                                    <a:pt x="77" y="117"/>
                                    <a:pt x="46" y="84"/>
                                  </a:cubicBezTo>
                                  <a:cubicBezTo>
                                    <a:pt x="21" y="60"/>
                                    <a:pt x="29" y="44"/>
                                    <a:pt x="20" y="27"/>
                                  </a:cubicBezTo>
                                  <a:cubicBezTo>
                                    <a:pt x="20" y="12"/>
                                    <a:pt x="0" y="0"/>
                                    <a:pt x="0" y="5"/>
                                  </a:cubicBezTo>
                                  <a:cubicBezTo>
                                    <a:pt x="3" y="4"/>
                                    <a:pt x="37" y="1"/>
                                    <a:pt x="71" y="11"/>
                                  </a:cubicBezTo>
                                  <a:cubicBezTo>
                                    <a:pt x="106" y="19"/>
                                    <a:pt x="133" y="54"/>
                                    <a:pt x="131" y="90"/>
                                  </a:cubicBezTo>
                                  <a:cubicBezTo>
                                    <a:pt x="129" y="118"/>
                                    <a:pt x="118" y="135"/>
                                    <a:pt x="119" y="159"/>
                                  </a:cubicBezTo>
                                  <a:lnTo>
                                    <a:pt x="114" y="1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/>
                        </wps:wsp>
                      </wpg:grpSp>
                      <wpg:grpSp>
                        <wpg:cNvPr id="70078" name="Group 176"/>
                        <wpg:cNvGrpSpPr/>
                        <wpg:grpSpPr>
                          <a:xfrm rot="2364528" flipH="1">
                            <a:off x="-205" y="158998"/>
                            <a:ext cx="334" cy="332"/>
                            <a:chOff x="0" y="158750"/>
                            <a:chExt cx="497" cy="494"/>
                          </a:xfrm>
                        </wpg:grpSpPr>
                        <wps:wsp>
                          <wps:cNvPr id="70079" name="Freeform 177"/>
                          <wps:cNvSpPr/>
                          <wps:spPr bwMode="auto">
                            <a:xfrm rot="-792879">
                              <a:off x="0" y="158750"/>
                              <a:ext cx="225" cy="268"/>
                            </a:xfrm>
                            <a:custGeom>
                              <a:avLst/>
                              <a:gdLst>
                                <a:gd name="T0" fmla="*/ 191 w 134"/>
                                <a:gd name="T1" fmla="*/ 265 h 159"/>
                                <a:gd name="T2" fmla="*/ 77 w 134"/>
                                <a:gd name="T3" fmla="*/ 142 h 159"/>
                                <a:gd name="T4" fmla="*/ 34 w 134"/>
                                <a:gd name="T5" fmla="*/ 46 h 159"/>
                                <a:gd name="T6" fmla="*/ 0 w 134"/>
                                <a:gd name="T7" fmla="*/ 8 h 159"/>
                                <a:gd name="T8" fmla="*/ 119 w 134"/>
                                <a:gd name="T9" fmla="*/ 19 h 159"/>
                                <a:gd name="T10" fmla="*/ 220 w 134"/>
                                <a:gd name="T11" fmla="*/ 152 h 159"/>
                                <a:gd name="T12" fmla="*/ 200 w 134"/>
                                <a:gd name="T13" fmla="*/ 268 h 159"/>
                                <a:gd name="T14" fmla="*/ 191 w 134"/>
                                <a:gd name="T15" fmla="*/ 265 h 15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w 134"/>
                                <a:gd name="T25" fmla="*/ 0 h 159"/>
                                <a:gd name="T26" fmla="*/ 134 w 134"/>
                                <a:gd name="T27" fmla="*/ 159 h 159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134" h="159">
                                  <a:moveTo>
                                    <a:pt x="114" y="157"/>
                                  </a:moveTo>
                                  <a:cubicBezTo>
                                    <a:pt x="134" y="108"/>
                                    <a:pt x="77" y="117"/>
                                    <a:pt x="46" y="84"/>
                                  </a:cubicBezTo>
                                  <a:cubicBezTo>
                                    <a:pt x="21" y="60"/>
                                    <a:pt x="29" y="44"/>
                                    <a:pt x="20" y="27"/>
                                  </a:cubicBezTo>
                                  <a:cubicBezTo>
                                    <a:pt x="20" y="12"/>
                                    <a:pt x="0" y="0"/>
                                    <a:pt x="0" y="5"/>
                                  </a:cubicBezTo>
                                  <a:cubicBezTo>
                                    <a:pt x="3" y="4"/>
                                    <a:pt x="37" y="1"/>
                                    <a:pt x="71" y="11"/>
                                  </a:cubicBezTo>
                                  <a:cubicBezTo>
                                    <a:pt x="106" y="19"/>
                                    <a:pt x="133" y="54"/>
                                    <a:pt x="131" y="90"/>
                                  </a:cubicBezTo>
                                  <a:cubicBezTo>
                                    <a:pt x="129" y="118"/>
                                    <a:pt x="118" y="135"/>
                                    <a:pt x="119" y="159"/>
                                  </a:cubicBezTo>
                                  <a:lnTo>
                                    <a:pt x="11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70080" name="Freeform 178"/>
                          <wps:cNvSpPr/>
                          <wps:spPr bwMode="auto">
                            <a:xfrm rot="-792879">
                              <a:off x="272" y="158976"/>
                              <a:ext cx="225" cy="268"/>
                            </a:xfrm>
                            <a:custGeom>
                              <a:avLst/>
                              <a:gdLst>
                                <a:gd name="T0" fmla="*/ 191 w 134"/>
                                <a:gd name="T1" fmla="*/ 265 h 159"/>
                                <a:gd name="T2" fmla="*/ 77 w 134"/>
                                <a:gd name="T3" fmla="*/ 142 h 159"/>
                                <a:gd name="T4" fmla="*/ 34 w 134"/>
                                <a:gd name="T5" fmla="*/ 46 h 159"/>
                                <a:gd name="T6" fmla="*/ 0 w 134"/>
                                <a:gd name="T7" fmla="*/ 8 h 159"/>
                                <a:gd name="T8" fmla="*/ 119 w 134"/>
                                <a:gd name="T9" fmla="*/ 19 h 159"/>
                                <a:gd name="T10" fmla="*/ 220 w 134"/>
                                <a:gd name="T11" fmla="*/ 152 h 159"/>
                                <a:gd name="T12" fmla="*/ 200 w 134"/>
                                <a:gd name="T13" fmla="*/ 268 h 159"/>
                                <a:gd name="T14" fmla="*/ 191 w 134"/>
                                <a:gd name="T15" fmla="*/ 265 h 15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w 134"/>
                                <a:gd name="T25" fmla="*/ 0 h 159"/>
                                <a:gd name="T26" fmla="*/ 134 w 134"/>
                                <a:gd name="T27" fmla="*/ 159 h 159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134" h="159">
                                  <a:moveTo>
                                    <a:pt x="114" y="157"/>
                                  </a:moveTo>
                                  <a:cubicBezTo>
                                    <a:pt x="134" y="108"/>
                                    <a:pt x="77" y="117"/>
                                    <a:pt x="46" y="84"/>
                                  </a:cubicBezTo>
                                  <a:cubicBezTo>
                                    <a:pt x="21" y="60"/>
                                    <a:pt x="29" y="44"/>
                                    <a:pt x="20" y="27"/>
                                  </a:cubicBezTo>
                                  <a:cubicBezTo>
                                    <a:pt x="20" y="12"/>
                                    <a:pt x="0" y="0"/>
                                    <a:pt x="0" y="5"/>
                                  </a:cubicBezTo>
                                  <a:cubicBezTo>
                                    <a:pt x="3" y="4"/>
                                    <a:pt x="37" y="1"/>
                                    <a:pt x="71" y="11"/>
                                  </a:cubicBezTo>
                                  <a:cubicBezTo>
                                    <a:pt x="106" y="19"/>
                                    <a:pt x="133" y="54"/>
                                    <a:pt x="131" y="90"/>
                                  </a:cubicBezTo>
                                  <a:cubicBezTo>
                                    <a:pt x="129" y="118"/>
                                    <a:pt x="118" y="135"/>
                                    <a:pt x="119" y="159"/>
                                  </a:cubicBezTo>
                                  <a:lnTo>
                                    <a:pt x="114" y="1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72" o:spid="_x0000_s1026" o:spt="203" style="position:absolute;left:0pt;margin-left:-89.3pt;margin-top:405.15pt;height:44pt;width:46.85pt;rotation:1189114f;z-index:251704320;mso-width-relative:page;mso-height-relative:page;" coordorigin="-205,158998" coordsize="647,419" o:gfxdata="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">
                <o:lock v:ext="edit" aspectratio="f"/>
                <v:group id="Group 173" o:spid="_x0000_s1026" o:spt="203" style="position:absolute;left:108;top:159085;height:332;width:334;rotation:-774377f;" coordorigin="42,158771" coordsize="497,494" o:gfxdata="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B34hurwgAAAN4AAAAPAAAAAAAAAAEAIAAAACIAAABkcnMvZG93bnJl&#10;di54bWxQSwECFAAUAAAACACHTuJAMy8FnjsAAAA5AAAAFQAAAAAAAAABACAAAAARAQAAZHJzL2dy&#10;b3Vwc2hhcGV4bWwueG1sUEsFBgAAAAAGAAYAYAEAAM4DAAAAAA==&#10;">
                  <o:lock v:ext="edit" aspectratio="f"/>
                  <v:shape id="Freeform 174" o:spid="_x0000_s1026" o:spt="100" style="position:absolute;left:42;top:158771;height:268;width:225;rotation:-866035f;" fillcolor="#000000" filled="t" stroked="t" coordsize="134,159" o:gfxdata="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dccuK&#10;wAAAAN4AAAAPAAAAAAAAAAEAIAAAACIAAABkcnMvZG93bnJldi54bWxQSwECFAAUAAAACACHTuJA&#10;My8FnjsAAAA5AAAAEAAAAAAAAAABACAAAAAPAQAAZHJzL3NoYXBleG1sLnhtbFBLBQYAAAAABgAG&#10;AFsBAAC5AwAAAAA=&#10;" path="m114,157c134,108,77,117,46,84c21,60,29,44,20,27c20,12,0,0,0,5c3,4,37,1,71,11c106,19,133,54,131,90c129,118,118,135,119,159l114,157xe">
                    <v:path o:connectlocs="320,446;129,239;57,77;0,13;199,32;369,256;335,451;320,446" o:connectangles="0,0,0,0,0,0,0,0"/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Freeform 175" o:spid="_x0000_s1026" o:spt="100" style="position:absolute;left:314;top:158997;height:268;width:225;rotation:-866035f;" filled="f" stroked="f" coordsize="134,159" o:gfxdata="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DS/VC/&#10;AAAA3gAAAA8AAAAAAAAAAQAgAAAAIgAAAGRycy9kb3ducmV2LnhtbFBLAQIUABQAAAAIAIdO4kAz&#10;LwWeOwAAADkAAAAQAAAAAAAAAAEAIAAAAA4BAABkcnMvc2hhcGV4bWwueG1sUEsFBgAAAAAGAAYA&#10;WwEAALgDAAAAAA==&#10;" path="m114,157c134,108,77,117,46,84c21,60,29,44,20,27c20,12,0,0,0,5c3,4,37,1,71,11c106,19,133,54,131,90c129,118,118,135,119,159l114,157xe">
                    <v:path o:connectlocs="320,446;129,239;57,77;0,13;199,32;369,256;335,451;320,446" o:connectangles="0,0,0,0,0,0,0,0"/>
                    <v:fill on="f" focussize="0,0"/>
                    <v:stroke on="f"/>
                    <v:imagedata o:title=""/>
                    <o:lock v:ext="edit" aspectratio="f"/>
                  </v:shape>
                </v:group>
                <v:group id="Group 176" o:spid="_x0000_s1026" o:spt="203" style="position:absolute;left:-205;top:158998;flip:x;height:332;width:334;rotation:-2582695f;" coordorigin="0,158750" coordsize="497,494" o:gfxdata="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BizHovAAAAN4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177" o:spid="_x0000_s1026" o:spt="100" style="position:absolute;left:0;top:158750;height:268;width:225;rotation:-866035f;" fillcolor="#000000" filled="t" stroked="t" coordsize="134,159" o:gfxdata="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O5f&#10;+MEAAADeAAAADwAAAAAAAAABACAAAAAiAAAAZHJzL2Rvd25yZXYueG1sUEsBAhQAFAAAAAgAh07i&#10;QDMvBZ47AAAAOQAAABAAAAAAAAAAAQAgAAAAEAEAAGRycy9zaGFwZXhtbC54bWxQSwUGAAAAAAYA&#10;BgBbAQAAugMAAAAA&#10;" path="m114,157c134,108,77,117,46,84c21,60,29,44,20,27c20,12,0,0,0,5c3,4,37,1,71,11c106,19,133,54,131,90c129,118,118,135,119,159l114,157xe">
                    <v:path o:connectlocs="320,446;129,239;57,77;0,13;199,32;369,256;335,451;320,446" o:connectangles="0,0,0,0,0,0,0,0"/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Freeform 178" o:spid="_x0000_s1026" o:spt="100" style="position:absolute;left:272;top:158976;height:268;width:225;rotation:-866035f;" filled="f" stroked="f" coordsize="134,159" o:gfxdata="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7hUDvQAA&#10;AN4AAAAPAAAAAAAAAAEAIAAAACIAAABkcnMvZG93bnJldi54bWxQSwECFAAUAAAACACHTuJAMy8F&#10;njsAAAA5AAAAEAAAAAAAAAABACAAAAAMAQAAZHJzL3NoYXBleG1sLnhtbFBLBQYAAAAABgAGAFsB&#10;AAC2AwAAAAA=&#10;" path="m114,157c134,108,77,117,46,84c21,60,29,44,20,27c20,12,0,0,0,5c3,4,37,1,71,11c106,19,133,54,131,90c129,118,118,135,119,159l114,157xe">
                    <v:path o:connectlocs="320,446;129,239;57,77;0,13;199,32;369,256;335,451;320,446" o:connectangles="0,0,0,0,0,0,0,0"/>
                    <v:fill on="f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28575</wp:posOffset>
                </wp:positionV>
                <wp:extent cx="1102995" cy="227520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42770" y="2475865"/>
                          <a:ext cx="1102995" cy="2275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color w:val="285086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285086"/>
                                <w:sz w:val="200"/>
                                <w:szCs w:val="20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8pt;margin-top:2.25pt;height:179.15pt;width:86.85pt;z-index:251850752;mso-width-relative:page;mso-height-relative:page;" filled="f" stroked="f" coordsize="21600,21600" o:gfxdata="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34gWg2wAAAAkBAAAPAAAAAAAAAAEAIAAAACIAAABkcnMvZG93bnJldi54&#10;bWxQSwECFAAUAAAACACHTuJARFxbzTACAAA1BAAADgAAAAAAAAABACAAAAAq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color w:val="285086"/>
                          <w:sz w:val="200"/>
                          <w:szCs w:val="200"/>
                        </w:rPr>
                      </w:pPr>
                      <w:r>
                        <w:rPr>
                          <w:rFonts w:hint="eastAsia" w:ascii="微软雅黑" w:hAnsi="微软雅黑"/>
                          <w:color w:val="285086"/>
                          <w:sz w:val="200"/>
                          <w:szCs w:val="20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285750</wp:posOffset>
                </wp:positionV>
                <wp:extent cx="2700655" cy="111188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35580" y="2738120"/>
                          <a:ext cx="2700655" cy="1111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color w:val="44546A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4546A"/>
                                <w:sz w:val="96"/>
                                <w:szCs w:val="96"/>
                              </w:rPr>
                              <w:t>个人简历</w:t>
                            </w:r>
                          </w:p>
                          <w:p>
                            <w:pPr>
                              <w:rPr>
                                <w:rFonts w:ascii="微软雅黑" w:hAnsi="微软雅黑"/>
                                <w:color w:val="44546A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5pt;margin-top:22.5pt;height:87.55pt;width:212.65pt;z-index:251840512;mso-width-relative:page;mso-height-relative:page;" filled="f" stroked="f" coordsize="21600,21600" o:gfxdata="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ytUkyNwAAAAKAQAADwAAAAAAAAABACAAAAAiAAAAZHJzL2Rvd25yZXYueG1s&#10;UEsBAhQAFAAAAAgAh07iQDtUMG0tAgAANQQAAA4AAAAAAAAAAQAgAAAAKw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color w:val="44546A"/>
                          <w:sz w:val="96"/>
                          <w:szCs w:val="96"/>
                        </w:rPr>
                      </w:pPr>
                      <w:r>
                        <w:rPr>
                          <w:rFonts w:hint="eastAsia" w:ascii="微软雅黑" w:hAnsi="微软雅黑"/>
                          <w:color w:val="44546A"/>
                          <w:sz w:val="96"/>
                          <w:szCs w:val="96"/>
                        </w:rPr>
                        <w:t>个人简历</w:t>
                      </w:r>
                    </w:p>
                    <w:p>
                      <w:pPr>
                        <w:rPr>
                          <w:rFonts w:ascii="微软雅黑" w:hAnsi="微软雅黑"/>
                          <w:color w:val="44546A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314325</wp:posOffset>
                </wp:positionV>
                <wp:extent cx="3126105" cy="119316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35580" y="3163570"/>
                          <a:ext cx="3126105" cy="1193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color w:val="44546A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4546A"/>
                                <w:sz w:val="120"/>
                                <w:szCs w:val="120"/>
                              </w:rPr>
                              <w:t>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0pt;margin-top:24.75pt;height:93.95pt;width:246.15pt;z-index:251856896;mso-width-relative:page;mso-height-relative:page;" filled="f" stroked="f" coordsize="21600,21600" o:gfxdata="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gU/ZP9wAAAAKAQAADwAAAAAAAAABACAAAAAiAAAAZHJzL2Rvd25yZXYu&#10;eG1sUEsBAhQAFAAAAAgAh07iQByB2hcwAgAANQQAAA4AAAAAAAAAAQAgAAAAKwEAAGRycy9lMm9E&#10;b2MueG1sUEsFBgAAAAAGAAYAWQEAAM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color w:val="44546A"/>
                          <w:sz w:val="120"/>
                          <w:szCs w:val="120"/>
                        </w:rPr>
                      </w:pPr>
                      <w:r>
                        <w:rPr>
                          <w:rFonts w:ascii="微软雅黑" w:hAnsi="微软雅黑"/>
                          <w:color w:val="44546A"/>
                          <w:sz w:val="120"/>
                          <w:szCs w:val="120"/>
                        </w:rPr>
                        <w:t>esume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10464" behindDoc="0" locked="0" layoutInCell="1" allowOverlap="1">
            <wp:simplePos x="0" y="0"/>
            <wp:positionH relativeFrom="margin">
              <wp:posOffset>5090160</wp:posOffset>
            </wp:positionH>
            <wp:positionV relativeFrom="paragraph">
              <wp:posOffset>304165</wp:posOffset>
            </wp:positionV>
            <wp:extent cx="3059430" cy="1051560"/>
            <wp:effectExtent l="0" t="5715" r="1905" b="1905"/>
            <wp:wrapNone/>
            <wp:docPr id="237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37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4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59430" cy="10515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9440" behindDoc="0" locked="0" layoutInCell="1" allowOverlap="1">
            <wp:simplePos x="0" y="0"/>
            <wp:positionH relativeFrom="page">
              <wp:posOffset>-1026795</wp:posOffset>
            </wp:positionH>
            <wp:positionV relativeFrom="paragraph">
              <wp:posOffset>303530</wp:posOffset>
            </wp:positionV>
            <wp:extent cx="3059430" cy="1051560"/>
            <wp:effectExtent l="0" t="5715" r="1905" b="1905"/>
            <wp:wrapNone/>
            <wp:docPr id="21505" name="图片 21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5" name="图片 21505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4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59430" cy="10515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11129010</wp:posOffset>
                </wp:positionH>
                <wp:positionV relativeFrom="paragraph">
                  <wp:posOffset>-19685</wp:posOffset>
                </wp:positionV>
                <wp:extent cx="634365" cy="673735"/>
                <wp:effectExtent l="56515" t="19685" r="51435" b="89535"/>
                <wp:wrapNone/>
                <wp:docPr id="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34120" cy="6735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32299" h="655200">
                              <a:moveTo>
                                <a:pt x="29842" y="0"/>
                              </a:moveTo>
                              <a:lnTo>
                                <a:pt x="4732299" y="0"/>
                              </a:lnTo>
                              <a:lnTo>
                                <a:pt x="4732299" y="655200"/>
                              </a:lnTo>
                              <a:lnTo>
                                <a:pt x="0" y="655200"/>
                              </a:lnTo>
                              <a:lnTo>
                                <a:pt x="0" y="651669"/>
                              </a:lnTo>
                              <a:lnTo>
                                <a:pt x="25384" y="651669"/>
                              </a:lnTo>
                              <a:lnTo>
                                <a:pt x="393662" y="323851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>
                            <a:alpha val="85000"/>
                          </a:sysClr>
                        </a:solidFill>
                        <a:ln w="3175" cap="flat" cmpd="sng" algn="ctr">
                          <a:noFill/>
                          <a:prstDash val="solid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Rectangle 5" o:spid="_x0000_s1026" o:spt="100" style="position:absolute;left:0pt;margin-left:876.3pt;margin-top:-1.55pt;height:53.05pt;width:49.95pt;rotation:-5898240f;z-index:251699200;v-text-anchor:middle;mso-width-relative:page;mso-height-relative:page;" fillcolor="#FFFFFF" filled="t" stroked="f" coordsize="4732299,655200" o:gfxdata="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HVjbVPYAAAADAEAAA8AAAAAAAAAAQAgAAAAIgAAAGRycy9kb3ducmV2Lnht&#10;bFBLAQIUABQAAAAIAIdO4kBHimzw3QIAADcGAAAOAAAAAAAAAAEAIAAAACcBAABkcnMvZTJvRG9j&#10;LnhtbFBLBQYAAAAABgAGAFkBAAB2BgAAAAA=&#10;" path="m29842,0l4732299,0,4732299,655200,0,655200,0,651669,25384,651669,393662,323851xe">
                <v:fill on="t" opacity="55705f" focussize="0,0"/>
                <v:stroke on="f" weight="0.25pt"/>
                <v:imagedata o:title=""/>
                <o:lock v:ext="edit" aspectratio="f"/>
                <v:shadow on="t" color="#000000" opacity="26214f" offset="0pt,3pt" origin="0f,-32768f" matrix="65536f,0f,0f,65536f"/>
              </v:shape>
            </w:pict>
          </mc:Fallback>
        </mc:AlternateContent>
      </w:r>
      <w:r>
        <w:t xml:space="preserve"> </w: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-4804410</wp:posOffset>
                </wp:positionH>
                <wp:positionV relativeFrom="paragraph">
                  <wp:posOffset>106680</wp:posOffset>
                </wp:positionV>
                <wp:extent cx="1214755" cy="450850"/>
                <wp:effectExtent l="0" t="0" r="4445" b="6350"/>
                <wp:wrapNone/>
                <wp:docPr id="228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755" cy="450850"/>
                        </a:xfrm>
                        <a:prstGeom prst="rect">
                          <a:avLst/>
                        </a:prstGeom>
                        <a:solidFill>
                          <a:srgbClr val="2EA7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378.3pt;margin-top:8.4pt;height:35.5pt;width:95.65pt;z-index:251698176;v-text-anchor:middle;mso-width-relative:page;mso-height-relative:page;" fillcolor="#2EA7E0" filled="t" stroked="f" coordsize="21600,21600" o:gfxdata="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C/CWcNgAAAALAQAADwAAAAAA&#10;AAABACAAAAAiAAAAZHJzL2Rvd25yZXYueG1sUEsBAhQAFAAAAAgAh07iQHdqMgPaAQAAiAMAAA4A&#10;AAAAAAAAAQAgAAAAJwEAAGRycy9lMm9Eb2MueG1sUEsFBgAAAAAGAAYAWQEAAHM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widowControl/>
        <w:jc w:val="left"/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ragraph">
                  <wp:posOffset>4924425</wp:posOffset>
                </wp:positionV>
                <wp:extent cx="3059430" cy="0"/>
                <wp:effectExtent l="0" t="0" r="0" b="0"/>
                <wp:wrapNone/>
                <wp:docPr id="21533" name="直接连接符 21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26335" y="8155305"/>
                          <a:ext cx="305943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5.05pt;margin-top:387.75pt;height:0pt;width:240.9pt;z-index:251715584;mso-width-relative:page;mso-height-relative:page;" filled="f" stroked="t" coordsize="21600,21600" o:gfxdata="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7sZFTWAAAACwEAAA8AAAAAAAAAAQAgAAAAIgAAAGRycy9kb3du&#10;cmV2LnhtbFBLAQIUABQAAAAIAIdO4kChW/01AQIAANEDAAAOAAAAAAAAAAEAIAAAACUBAABkcnMv&#10;ZTJvRG9jLnhtbFBLBQYAAAAABgAGAFkBAACYBQAAAAA=&#10;">
                <v:fill on="f" focussize="0,0"/>
                <v:stroke weight="0.5pt" color="#80808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ragraph">
                  <wp:posOffset>4467225</wp:posOffset>
                </wp:positionV>
                <wp:extent cx="3059430" cy="0"/>
                <wp:effectExtent l="0" t="0" r="0" b="0"/>
                <wp:wrapNone/>
                <wp:docPr id="21532" name="直接连接符 21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26335" y="7698105"/>
                          <a:ext cx="305943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5.05pt;margin-top:351.75pt;height:0pt;width:240.9pt;z-index:251714560;mso-width-relative:page;mso-height-relative:page;" filled="f" stroked="t" coordsize="21600,21600" o:gfxdata="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Tw74Q1QAAAAsBAAAPAAAAAAAAAAEAIAAAACIAAABkcnMvZG93&#10;bnJldi54bWxQSwECFAAUAAAACACHTuJAkI9JrwMCAADRAwAADgAAAAAAAAABACAAAAAkAQAAZHJz&#10;L2Uyb0RvYy54bWxQSwUGAAAAAAYABgBZAQAAmQUAAAAA&#10;">
                <v:fill on="f" focussize="0,0"/>
                <v:stroke weight="0.5pt" color="#80808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ragraph">
                  <wp:posOffset>3990975</wp:posOffset>
                </wp:positionV>
                <wp:extent cx="3059430" cy="0"/>
                <wp:effectExtent l="0" t="0" r="0" b="0"/>
                <wp:wrapNone/>
                <wp:docPr id="21531" name="直接连接符 21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26335" y="7221855"/>
                          <a:ext cx="305943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5.05pt;margin-top:314.25pt;height:0pt;width:240.9pt;z-index:251713536;mso-width-relative:page;mso-height-relative:page;" filled="f" stroked="t" coordsize="21600,21600" o:gfxdata="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yQv8Z1QAAAAsBAAAPAAAAAAAAAAEAIAAAACIAAABkcnMvZG93&#10;bnJldi54bWxQSwECFAAUAAAACACHTuJATOQ3hwMCAADRAwAADgAAAAAAAAABACAAAAAkAQAAZHJz&#10;L2Uyb0RvYy54bWxQSwUGAAAAAAYABgBZAQAAmQUAAAAA&#10;">
                <v:fill on="f" focussize="0,0"/>
                <v:stroke weight="0.5pt" color="#80808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ragraph">
                  <wp:posOffset>3533775</wp:posOffset>
                </wp:positionV>
                <wp:extent cx="3059430" cy="0"/>
                <wp:effectExtent l="0" t="0" r="0" b="0"/>
                <wp:wrapNone/>
                <wp:docPr id="21526" name="直接连接符 21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26335" y="6764655"/>
                          <a:ext cx="305943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5.05pt;margin-top:278.25pt;height:0pt;width:240.9pt;z-index:251712512;mso-width-relative:page;mso-height-relative:page;" filled="f" stroked="t" coordsize="21600,21600" o:gfxdata="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NcW2TVAAAACwEAAA8AAAAAAAAAAQAgAAAAIgAAAGRycy9kb3du&#10;cmV2LnhtbFBLAQIUABQAAAAIAIdO4kC7eW2hAgIAANEDAAAOAAAAAAAAAAEAIAAAACQBAABkcnMv&#10;ZTJvRG9jLnhtbFBLBQYAAAAABgAGAFkBAACYBQAAAAA=&#10;">
                <v:fill on="f" focussize="0,0"/>
                <v:stroke weight="0.5pt" color="#80808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ragraph">
                  <wp:posOffset>3057525</wp:posOffset>
                </wp:positionV>
                <wp:extent cx="3059430" cy="0"/>
                <wp:effectExtent l="0" t="0" r="0" b="0"/>
                <wp:wrapNone/>
                <wp:docPr id="21525" name="直接连接符 21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26335" y="6288405"/>
                          <a:ext cx="305943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5.05pt;margin-top:240.75pt;height:0pt;width:240.9pt;z-index:251711488;mso-width-relative:page;mso-height-relative:page;" filled="f" stroked="t" coordsize="21600,21600" o:gfxdata="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wv9NdUAAAALAQAADwAAAAAAAAABACAAAAAiAAAAZHJzL2Rvd25y&#10;ZXYueG1sUEsBAhQAFAAAAAgAh07iQMR+q3MBAgAA0QMAAA4AAAAAAAAAAQAgAAAAJAEAAGRycy9l&#10;Mm9Eb2MueG1sUEsFBgAAAAAGAAYAWQEAAJcFAAAAAA==&#10;">
                <v:fill on="f" focussize="0,0"/>
                <v:stroke weight="0.5pt" color="#80808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ragraph">
                  <wp:posOffset>2600325</wp:posOffset>
                </wp:positionV>
                <wp:extent cx="3059430" cy="0"/>
                <wp:effectExtent l="0" t="0" r="0" b="0"/>
                <wp:wrapNone/>
                <wp:docPr id="21524" name="直接连接符 21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26335" y="5831205"/>
                          <a:ext cx="305943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5.05pt;margin-top:204.75pt;height:0pt;width:240.9pt;z-index:251710464;mso-width-relative:page;mso-height-relative:page;" filled="f" stroked="t" coordsize="21600,21600" o:gfxdata="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Z5biPVAAAACwEAAA8AAAAAAAAAAQAgAAAAIgAAAGRycy9kb3du&#10;cmV2LnhtbFBLAQIUABQAAAAIAIdO4kAnBo+0AgIAANEDAAAOAAAAAAAAAAEAIAAAACQBAABkcnMv&#10;ZTJvRG9jLnhtbFBLBQYAAAAABgAGAFkBAACYBQAAAAA=&#10;">
                <v:fill on="f" focussize="0,0"/>
                <v:stroke weight="0.5pt" color="#80808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2867025</wp:posOffset>
                </wp:positionV>
                <wp:extent cx="215900" cy="201295"/>
                <wp:effectExtent l="0" t="0" r="12700" b="10160"/>
                <wp:wrapNone/>
                <wp:docPr id="21522" name="Freeform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2026285" y="6097905"/>
                          <a:ext cx="215900" cy="201295"/>
                        </a:xfrm>
                        <a:custGeom>
                          <a:avLst/>
                          <a:gdLst>
                            <a:gd name="T0" fmla="*/ 48 w 120"/>
                            <a:gd name="T1" fmla="*/ 63 h 112"/>
                            <a:gd name="T2" fmla="*/ 52 w 120"/>
                            <a:gd name="T3" fmla="*/ 59 h 112"/>
                            <a:gd name="T4" fmla="*/ 67 w 120"/>
                            <a:gd name="T5" fmla="*/ 59 h 112"/>
                            <a:gd name="T6" fmla="*/ 70 w 120"/>
                            <a:gd name="T7" fmla="*/ 63 h 112"/>
                            <a:gd name="T8" fmla="*/ 70 w 120"/>
                            <a:gd name="T9" fmla="*/ 68 h 112"/>
                            <a:gd name="T10" fmla="*/ 67 w 120"/>
                            <a:gd name="T11" fmla="*/ 72 h 112"/>
                            <a:gd name="T12" fmla="*/ 52 w 120"/>
                            <a:gd name="T13" fmla="*/ 72 h 112"/>
                            <a:gd name="T14" fmla="*/ 48 w 120"/>
                            <a:gd name="T15" fmla="*/ 68 h 112"/>
                            <a:gd name="T16" fmla="*/ 48 w 120"/>
                            <a:gd name="T17" fmla="*/ 63 h 112"/>
                            <a:gd name="T18" fmla="*/ 35 w 120"/>
                            <a:gd name="T19" fmla="*/ 20 h 112"/>
                            <a:gd name="T20" fmla="*/ 4 w 120"/>
                            <a:gd name="T21" fmla="*/ 20 h 112"/>
                            <a:gd name="T22" fmla="*/ 0 w 120"/>
                            <a:gd name="T23" fmla="*/ 26 h 112"/>
                            <a:gd name="T24" fmla="*/ 0 w 120"/>
                            <a:gd name="T25" fmla="*/ 46 h 112"/>
                            <a:gd name="T26" fmla="*/ 37 w 120"/>
                            <a:gd name="T27" fmla="*/ 61 h 112"/>
                            <a:gd name="T28" fmla="*/ 42 w 120"/>
                            <a:gd name="T29" fmla="*/ 61 h 112"/>
                            <a:gd name="T30" fmla="*/ 42 w 120"/>
                            <a:gd name="T31" fmla="*/ 57 h 112"/>
                            <a:gd name="T32" fmla="*/ 46 w 120"/>
                            <a:gd name="T33" fmla="*/ 54 h 112"/>
                            <a:gd name="T34" fmla="*/ 70 w 120"/>
                            <a:gd name="T35" fmla="*/ 54 h 112"/>
                            <a:gd name="T36" fmla="*/ 76 w 120"/>
                            <a:gd name="T37" fmla="*/ 57 h 112"/>
                            <a:gd name="T38" fmla="*/ 76 w 120"/>
                            <a:gd name="T39" fmla="*/ 61 h 112"/>
                            <a:gd name="T40" fmla="*/ 82 w 120"/>
                            <a:gd name="T41" fmla="*/ 61 h 112"/>
                            <a:gd name="T42" fmla="*/ 119 w 120"/>
                            <a:gd name="T43" fmla="*/ 46 h 112"/>
                            <a:gd name="T44" fmla="*/ 119 w 120"/>
                            <a:gd name="T45" fmla="*/ 25 h 112"/>
                            <a:gd name="T46" fmla="*/ 115 w 120"/>
                            <a:gd name="T47" fmla="*/ 20 h 112"/>
                            <a:gd name="T48" fmla="*/ 83 w 120"/>
                            <a:gd name="T49" fmla="*/ 20 h 112"/>
                            <a:gd name="T50" fmla="*/ 35 w 120"/>
                            <a:gd name="T51" fmla="*/ 20 h 112"/>
                            <a:gd name="T52" fmla="*/ 74 w 120"/>
                            <a:gd name="T53" fmla="*/ 20 h 112"/>
                            <a:gd name="T54" fmla="*/ 74 w 120"/>
                            <a:gd name="T55" fmla="*/ 13 h 112"/>
                            <a:gd name="T56" fmla="*/ 72 w 120"/>
                            <a:gd name="T57" fmla="*/ 9 h 112"/>
                            <a:gd name="T58" fmla="*/ 47 w 120"/>
                            <a:gd name="T59" fmla="*/ 9 h 112"/>
                            <a:gd name="T60" fmla="*/ 44 w 120"/>
                            <a:gd name="T61" fmla="*/ 13 h 112"/>
                            <a:gd name="T62" fmla="*/ 44 w 120"/>
                            <a:gd name="T63" fmla="*/ 20 h 112"/>
                            <a:gd name="T64" fmla="*/ 35 w 120"/>
                            <a:gd name="T65" fmla="*/ 20 h 112"/>
                            <a:gd name="T66" fmla="*/ 35 w 120"/>
                            <a:gd name="T67" fmla="*/ 7 h 112"/>
                            <a:gd name="T68" fmla="*/ 41 w 120"/>
                            <a:gd name="T69" fmla="*/ 1 h 112"/>
                            <a:gd name="T70" fmla="*/ 77 w 120"/>
                            <a:gd name="T71" fmla="*/ 1 h 112"/>
                            <a:gd name="T72" fmla="*/ 84 w 120"/>
                            <a:gd name="T73" fmla="*/ 7 h 112"/>
                            <a:gd name="T74" fmla="*/ 83 w 120"/>
                            <a:gd name="T75" fmla="*/ 20 h 112"/>
                            <a:gd name="T76" fmla="*/ 74 w 120"/>
                            <a:gd name="T77" fmla="*/ 20 h 112"/>
                            <a:gd name="T78" fmla="*/ 119 w 120"/>
                            <a:gd name="T79" fmla="*/ 50 h 112"/>
                            <a:gd name="T80" fmla="*/ 119 w 120"/>
                            <a:gd name="T81" fmla="*/ 105 h 112"/>
                            <a:gd name="T82" fmla="*/ 113 w 120"/>
                            <a:gd name="T83" fmla="*/ 111 h 112"/>
                            <a:gd name="T84" fmla="*/ 5 w 120"/>
                            <a:gd name="T85" fmla="*/ 111 h 112"/>
                            <a:gd name="T86" fmla="*/ 0 w 120"/>
                            <a:gd name="T87" fmla="*/ 106 h 112"/>
                            <a:gd name="T88" fmla="*/ 0 w 120"/>
                            <a:gd name="T89" fmla="*/ 50 h 112"/>
                            <a:gd name="T90" fmla="*/ 43 w 120"/>
                            <a:gd name="T91" fmla="*/ 67 h 112"/>
                            <a:gd name="T92" fmla="*/ 43 w 120"/>
                            <a:gd name="T93" fmla="*/ 72 h 112"/>
                            <a:gd name="T94" fmla="*/ 48 w 120"/>
                            <a:gd name="T95" fmla="*/ 78 h 112"/>
                            <a:gd name="T96" fmla="*/ 70 w 120"/>
                            <a:gd name="T97" fmla="*/ 78 h 112"/>
                            <a:gd name="T98" fmla="*/ 76 w 120"/>
                            <a:gd name="T99" fmla="*/ 72 h 112"/>
                            <a:gd name="T100" fmla="*/ 76 w 120"/>
                            <a:gd name="T101" fmla="*/ 67 h 112"/>
                            <a:gd name="T102" fmla="*/ 119 w 120"/>
                            <a:gd name="T103" fmla="*/ 50 h 112"/>
                            <a:gd name="T104" fmla="*/ 119 w 120"/>
                            <a:gd name="T105" fmla="*/ 50 h 112"/>
                            <a:gd name="T106" fmla="*/ 119 w 120"/>
                            <a:gd name="T107" fmla="*/ 50 h 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20" h="112">
                              <a:moveTo>
                                <a:pt x="48" y="63"/>
                              </a:moveTo>
                              <a:cubicBezTo>
                                <a:pt x="48" y="63"/>
                                <a:pt x="47" y="59"/>
                                <a:pt x="52" y="59"/>
                              </a:cubicBezTo>
                              <a:cubicBezTo>
                                <a:pt x="67" y="59"/>
                                <a:pt x="67" y="59"/>
                                <a:pt x="67" y="59"/>
                              </a:cubicBezTo>
                              <a:cubicBezTo>
                                <a:pt x="67" y="59"/>
                                <a:pt x="70" y="59"/>
                                <a:pt x="70" y="63"/>
                              </a:cubicBezTo>
                              <a:cubicBezTo>
                                <a:pt x="70" y="68"/>
                                <a:pt x="70" y="68"/>
                                <a:pt x="70" y="68"/>
                              </a:cubicBezTo>
                              <a:cubicBezTo>
                                <a:pt x="70" y="68"/>
                                <a:pt x="71" y="72"/>
                                <a:pt x="67" y="72"/>
                              </a:cubicBezTo>
                              <a:cubicBezTo>
                                <a:pt x="52" y="72"/>
                                <a:pt x="52" y="72"/>
                                <a:pt x="52" y="72"/>
                              </a:cubicBezTo>
                              <a:cubicBezTo>
                                <a:pt x="52" y="72"/>
                                <a:pt x="48" y="74"/>
                                <a:pt x="48" y="68"/>
                              </a:cubicBezTo>
                              <a:cubicBezTo>
                                <a:pt x="48" y="63"/>
                                <a:pt x="48" y="63"/>
                                <a:pt x="48" y="63"/>
                              </a:cubicBezTo>
                              <a:close/>
                              <a:moveTo>
                                <a:pt x="35" y="20"/>
                              </a:moveTo>
                              <a:cubicBezTo>
                                <a:pt x="4" y="20"/>
                                <a:pt x="4" y="20"/>
                                <a:pt x="4" y="20"/>
                              </a:cubicBezTo>
                              <a:cubicBezTo>
                                <a:pt x="4" y="20"/>
                                <a:pt x="0" y="19"/>
                                <a:pt x="0" y="26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37" y="61"/>
                                <a:pt x="37" y="61"/>
                                <a:pt x="37" y="61"/>
                              </a:cubicBezTo>
                              <a:cubicBezTo>
                                <a:pt x="42" y="61"/>
                                <a:pt x="42" y="61"/>
                                <a:pt x="42" y="61"/>
                              </a:cubicBezTo>
                              <a:cubicBezTo>
                                <a:pt x="42" y="57"/>
                                <a:pt x="42" y="57"/>
                                <a:pt x="42" y="57"/>
                              </a:cubicBezTo>
                              <a:cubicBezTo>
                                <a:pt x="42" y="57"/>
                                <a:pt x="43" y="54"/>
                                <a:pt x="46" y="54"/>
                              </a:cubicBezTo>
                              <a:cubicBezTo>
                                <a:pt x="70" y="54"/>
                                <a:pt x="70" y="54"/>
                                <a:pt x="70" y="54"/>
                              </a:cubicBezTo>
                              <a:cubicBezTo>
                                <a:pt x="70" y="54"/>
                                <a:pt x="76" y="53"/>
                                <a:pt x="76" y="57"/>
                              </a:cubicBezTo>
                              <a:cubicBezTo>
                                <a:pt x="76" y="61"/>
                                <a:pt x="76" y="61"/>
                                <a:pt x="76" y="61"/>
                              </a:cubicBezTo>
                              <a:cubicBezTo>
                                <a:pt x="82" y="61"/>
                                <a:pt x="82" y="61"/>
                                <a:pt x="82" y="61"/>
                              </a:cubicBezTo>
                              <a:cubicBezTo>
                                <a:pt x="119" y="46"/>
                                <a:pt x="119" y="46"/>
                                <a:pt x="119" y="46"/>
                              </a:cubicBezTo>
                              <a:cubicBezTo>
                                <a:pt x="119" y="25"/>
                                <a:pt x="119" y="25"/>
                                <a:pt x="119" y="25"/>
                              </a:cubicBezTo>
                              <a:cubicBezTo>
                                <a:pt x="119" y="25"/>
                                <a:pt x="120" y="20"/>
                                <a:pt x="115" y="20"/>
                              </a:cubicBezTo>
                              <a:cubicBezTo>
                                <a:pt x="83" y="20"/>
                                <a:pt x="83" y="20"/>
                                <a:pt x="83" y="20"/>
                              </a:cubicBezTo>
                              <a:cubicBezTo>
                                <a:pt x="35" y="20"/>
                                <a:pt x="35" y="20"/>
                                <a:pt x="35" y="20"/>
                              </a:cubicBezTo>
                              <a:close/>
                              <a:moveTo>
                                <a:pt x="74" y="20"/>
                              </a:moveTo>
                              <a:cubicBezTo>
                                <a:pt x="74" y="13"/>
                                <a:pt x="74" y="13"/>
                                <a:pt x="74" y="13"/>
                              </a:cubicBezTo>
                              <a:cubicBezTo>
                                <a:pt x="74" y="13"/>
                                <a:pt x="75" y="9"/>
                                <a:pt x="72" y="9"/>
                              </a:cubicBezTo>
                              <a:cubicBezTo>
                                <a:pt x="47" y="9"/>
                                <a:pt x="47" y="9"/>
                                <a:pt x="47" y="9"/>
                              </a:cubicBezTo>
                              <a:cubicBezTo>
                                <a:pt x="47" y="9"/>
                                <a:pt x="44" y="9"/>
                                <a:pt x="44" y="13"/>
                              </a:cubicBezTo>
                              <a:cubicBezTo>
                                <a:pt x="44" y="20"/>
                                <a:pt x="44" y="20"/>
                                <a:pt x="44" y="20"/>
                              </a:cubicBezTo>
                              <a:cubicBezTo>
                                <a:pt x="35" y="20"/>
                                <a:pt x="35" y="20"/>
                                <a:pt x="35" y="20"/>
                              </a:cubicBezTo>
                              <a:cubicBezTo>
                                <a:pt x="35" y="7"/>
                                <a:pt x="35" y="7"/>
                                <a:pt x="35" y="7"/>
                              </a:cubicBezTo>
                              <a:cubicBezTo>
                                <a:pt x="35" y="7"/>
                                <a:pt x="35" y="2"/>
                                <a:pt x="41" y="1"/>
                              </a:cubicBezTo>
                              <a:cubicBezTo>
                                <a:pt x="77" y="1"/>
                                <a:pt x="77" y="1"/>
                                <a:pt x="77" y="1"/>
                              </a:cubicBezTo>
                              <a:cubicBezTo>
                                <a:pt x="77" y="1"/>
                                <a:pt x="84" y="0"/>
                                <a:pt x="84" y="7"/>
                              </a:cubicBezTo>
                              <a:cubicBezTo>
                                <a:pt x="83" y="20"/>
                                <a:pt x="83" y="20"/>
                                <a:pt x="83" y="20"/>
                              </a:cubicBezTo>
                              <a:cubicBezTo>
                                <a:pt x="74" y="20"/>
                                <a:pt x="74" y="20"/>
                                <a:pt x="74" y="20"/>
                              </a:cubicBezTo>
                              <a:close/>
                              <a:moveTo>
                                <a:pt x="119" y="50"/>
                              </a:moveTo>
                              <a:cubicBezTo>
                                <a:pt x="119" y="105"/>
                                <a:pt x="119" y="105"/>
                                <a:pt x="119" y="105"/>
                              </a:cubicBezTo>
                              <a:cubicBezTo>
                                <a:pt x="119" y="105"/>
                                <a:pt x="119" y="111"/>
                                <a:pt x="113" y="111"/>
                              </a:cubicBezTo>
                              <a:cubicBezTo>
                                <a:pt x="5" y="111"/>
                                <a:pt x="5" y="111"/>
                                <a:pt x="5" y="111"/>
                              </a:cubicBezTo>
                              <a:cubicBezTo>
                                <a:pt x="5" y="111"/>
                                <a:pt x="0" y="112"/>
                                <a:pt x="0" y="106"/>
                              </a:cubicBezTo>
                              <a:cubicBezTo>
                                <a:pt x="0" y="50"/>
                                <a:pt x="0" y="50"/>
                                <a:pt x="0" y="50"/>
                              </a:cubicBezTo>
                              <a:cubicBezTo>
                                <a:pt x="43" y="67"/>
                                <a:pt x="43" y="67"/>
                                <a:pt x="43" y="67"/>
                              </a:cubicBezTo>
                              <a:cubicBezTo>
                                <a:pt x="43" y="72"/>
                                <a:pt x="43" y="72"/>
                                <a:pt x="43" y="72"/>
                              </a:cubicBezTo>
                              <a:cubicBezTo>
                                <a:pt x="43" y="72"/>
                                <a:pt x="43" y="78"/>
                                <a:pt x="48" y="78"/>
                              </a:cubicBezTo>
                              <a:cubicBezTo>
                                <a:pt x="70" y="78"/>
                                <a:pt x="70" y="78"/>
                                <a:pt x="70" y="78"/>
                              </a:cubicBezTo>
                              <a:cubicBezTo>
                                <a:pt x="70" y="78"/>
                                <a:pt x="76" y="78"/>
                                <a:pt x="76" y="72"/>
                              </a:cubicBezTo>
                              <a:cubicBezTo>
                                <a:pt x="76" y="67"/>
                                <a:pt x="76" y="67"/>
                                <a:pt x="76" y="67"/>
                              </a:cubicBezTo>
                              <a:cubicBezTo>
                                <a:pt x="119" y="50"/>
                                <a:pt x="119" y="50"/>
                                <a:pt x="119" y="50"/>
                              </a:cubicBezTo>
                              <a:close/>
                              <a:moveTo>
                                <a:pt x="119" y="50"/>
                              </a:moveTo>
                              <a:cubicBezTo>
                                <a:pt x="119" y="50"/>
                                <a:pt x="119" y="50"/>
                                <a:pt x="119" y="50"/>
                              </a:cubicBezTo>
                            </a:path>
                          </a:pathLst>
                        </a:custGeom>
                        <a:solidFill>
                          <a:srgbClr val="5D7B98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03" o:spid="_x0000_s1026" o:spt="100" style="position:absolute;left:0pt;margin-left:123.55pt;margin-top:225.75pt;height:15.85pt;width:17pt;z-index:251714560;mso-width-relative:page;mso-height-relative:page;" fillcolor="#5D7B98" filled="t" stroked="f" coordsize="120,112" o:gfxdata="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<v:path o:connectlocs="86360,113228;93556,106039;120544,106039;125941,113228;125941,122214;120544,129403;93556,129403;86360,122214;86360,113228;62970,35945;7196,35945;0,46729;0,82674;66569,109633;75565,109633;75565,102444;82761,97052;125941,97052;136736,102444;136736,109633;147531,109633;214100,82674;214100,44931;206904,35945;149330,35945;62970,35945;133138,35945;133138,23364;129540,16175;84560,16175;79163,23364;79163,35945;62970,35945;62970,12580;73765,1797;138535,1797;151130,12580;149330,35945;133138,35945;214100,89863;214100,188714;203305,199497;8995,199497;0,190511;0,89863;77364,120417;77364,129403;86360,140187;125941,140187;136736,129403;136736,120417;214100,89863;214100,89863;214100,89863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4695190</wp:posOffset>
                </wp:positionV>
                <wp:extent cx="224155" cy="165735"/>
                <wp:effectExtent l="0" t="0" r="4445" b="5715"/>
                <wp:wrapNone/>
                <wp:docPr id="21521" name="Freeform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 flipH="1">
                          <a:off x="2026285" y="7926070"/>
                          <a:ext cx="224155" cy="165735"/>
                        </a:xfrm>
                        <a:custGeom>
                          <a:avLst/>
                          <a:gdLst>
                            <a:gd name="T0" fmla="*/ 110 w 122"/>
                            <a:gd name="T1" fmla="*/ 0 h 90"/>
                            <a:gd name="T2" fmla="*/ 12 w 122"/>
                            <a:gd name="T3" fmla="*/ 0 h 90"/>
                            <a:gd name="T4" fmla="*/ 0 w 122"/>
                            <a:gd name="T5" fmla="*/ 12 h 90"/>
                            <a:gd name="T6" fmla="*/ 0 w 122"/>
                            <a:gd name="T7" fmla="*/ 78 h 90"/>
                            <a:gd name="T8" fmla="*/ 12 w 122"/>
                            <a:gd name="T9" fmla="*/ 90 h 90"/>
                            <a:gd name="T10" fmla="*/ 110 w 122"/>
                            <a:gd name="T11" fmla="*/ 90 h 90"/>
                            <a:gd name="T12" fmla="*/ 122 w 122"/>
                            <a:gd name="T13" fmla="*/ 78 h 90"/>
                            <a:gd name="T14" fmla="*/ 122 w 122"/>
                            <a:gd name="T15" fmla="*/ 12 h 90"/>
                            <a:gd name="T16" fmla="*/ 110 w 122"/>
                            <a:gd name="T17" fmla="*/ 0 h 90"/>
                            <a:gd name="T18" fmla="*/ 110 w 122"/>
                            <a:gd name="T19" fmla="*/ 0 h 90"/>
                            <a:gd name="T20" fmla="*/ 110 w 122"/>
                            <a:gd name="T21" fmla="*/ 25 h 90"/>
                            <a:gd name="T22" fmla="*/ 61 w 122"/>
                            <a:gd name="T23" fmla="*/ 55 h 90"/>
                            <a:gd name="T24" fmla="*/ 12 w 122"/>
                            <a:gd name="T25" fmla="*/ 25 h 90"/>
                            <a:gd name="T26" fmla="*/ 12 w 122"/>
                            <a:gd name="T27" fmla="*/ 13 h 90"/>
                            <a:gd name="T28" fmla="*/ 61 w 122"/>
                            <a:gd name="T29" fmla="*/ 43 h 90"/>
                            <a:gd name="T30" fmla="*/ 110 w 122"/>
                            <a:gd name="T31" fmla="*/ 13 h 90"/>
                            <a:gd name="T32" fmla="*/ 110 w 122"/>
                            <a:gd name="T33" fmla="*/ 25 h 90"/>
                            <a:gd name="T34" fmla="*/ 110 w 122"/>
                            <a:gd name="T35" fmla="*/ 25 h 90"/>
                            <a:gd name="T36" fmla="*/ 110 w 122"/>
                            <a:gd name="T37" fmla="*/ 25 h 90"/>
                            <a:gd name="T38" fmla="*/ 110 w 122"/>
                            <a:gd name="T39" fmla="*/ 25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122" h="90">
                              <a:moveTo>
                                <a:pt x="110" y="0"/>
                              </a:moveTo>
                              <a:cubicBezTo>
                                <a:pt x="12" y="0"/>
                                <a:pt x="12" y="0"/>
                                <a:pt x="12" y="0"/>
                              </a:cubicBezTo>
                              <a:cubicBezTo>
                                <a:pt x="5" y="0"/>
                                <a:pt x="0" y="6"/>
                                <a:pt x="0" y="12"/>
                              </a:cubicBezTo>
                              <a:cubicBezTo>
                                <a:pt x="0" y="78"/>
                                <a:pt x="0" y="78"/>
                                <a:pt x="0" y="78"/>
                              </a:cubicBezTo>
                              <a:cubicBezTo>
                                <a:pt x="0" y="85"/>
                                <a:pt x="5" y="90"/>
                                <a:pt x="12" y="90"/>
                              </a:cubicBezTo>
                              <a:cubicBezTo>
                                <a:pt x="110" y="90"/>
                                <a:pt x="110" y="90"/>
                                <a:pt x="110" y="90"/>
                              </a:cubicBezTo>
                              <a:cubicBezTo>
                                <a:pt x="117" y="90"/>
                                <a:pt x="122" y="85"/>
                                <a:pt x="122" y="78"/>
                              </a:cubicBezTo>
                              <a:cubicBezTo>
                                <a:pt x="122" y="12"/>
                                <a:pt x="122" y="12"/>
                                <a:pt x="122" y="12"/>
                              </a:cubicBezTo>
                              <a:cubicBezTo>
                                <a:pt x="122" y="6"/>
                                <a:pt x="117" y="0"/>
                                <a:pt x="110" y="0"/>
                              </a:cubicBezTo>
                              <a:cubicBezTo>
                                <a:pt x="110" y="0"/>
                                <a:pt x="110" y="0"/>
                                <a:pt x="110" y="0"/>
                              </a:cubicBezTo>
                              <a:close/>
                              <a:moveTo>
                                <a:pt x="110" y="25"/>
                              </a:moveTo>
                              <a:cubicBezTo>
                                <a:pt x="61" y="55"/>
                                <a:pt x="61" y="55"/>
                                <a:pt x="61" y="55"/>
                              </a:cubicBezTo>
                              <a:cubicBezTo>
                                <a:pt x="12" y="25"/>
                                <a:pt x="12" y="25"/>
                                <a:pt x="12" y="25"/>
                              </a:cubicBezTo>
                              <a:cubicBezTo>
                                <a:pt x="12" y="13"/>
                                <a:pt x="12" y="13"/>
                                <a:pt x="12" y="13"/>
                              </a:cubicBezTo>
                              <a:cubicBezTo>
                                <a:pt x="61" y="43"/>
                                <a:pt x="61" y="43"/>
                                <a:pt x="61" y="43"/>
                              </a:cubicBezTo>
                              <a:cubicBezTo>
                                <a:pt x="110" y="13"/>
                                <a:pt x="110" y="13"/>
                                <a:pt x="110" y="13"/>
                              </a:cubicBezTo>
                              <a:cubicBezTo>
                                <a:pt x="110" y="25"/>
                                <a:pt x="110" y="25"/>
                                <a:pt x="110" y="25"/>
                              </a:cubicBezTo>
                              <a:cubicBezTo>
                                <a:pt x="110" y="25"/>
                                <a:pt x="110" y="25"/>
                                <a:pt x="110" y="25"/>
                              </a:cubicBezTo>
                              <a:close/>
                              <a:moveTo>
                                <a:pt x="110" y="25"/>
                              </a:moveTo>
                              <a:cubicBezTo>
                                <a:pt x="110" y="25"/>
                                <a:pt x="110" y="25"/>
                                <a:pt x="110" y="25"/>
                              </a:cubicBezTo>
                            </a:path>
                          </a:pathLst>
                        </a:custGeom>
                        <a:solidFill>
                          <a:srgbClr val="5D7B98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43" o:spid="_x0000_s1026" o:spt="100" style="position:absolute;left:0pt;flip:x;margin-left:123.55pt;margin-top:369.7pt;height:13.05pt;width:17.65pt;z-index:251713536;mso-width-relative:page;mso-height-relative:page;" fillcolor="#5D7B98" filled="t" stroked="f" coordsize="122,90" o:gfxdata="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" path="m110,0c12,0,12,0,12,0c5,0,0,6,0,12c0,78,0,78,0,78c0,85,5,90,12,90c110,90,110,90,110,90c117,90,122,85,122,78c122,12,122,12,122,12c122,6,117,0,110,0c110,0,110,0,110,0xm110,25c61,55,61,55,61,55c12,25,12,25,12,25c12,13,12,13,12,13c61,43,61,43,61,43c110,13,110,13,110,13c110,25,110,25,110,25c110,25,110,25,110,25xm110,25c110,25,110,25,110,25e">
                <v:path o:connectlocs="202106,0;22048,0;0,22098;0,143637;22048,165735;202106,165735;224155,143637;224155,22098;202106,0;202106,0;202106,46037;112077,101282;22048,46037;22048,23939;112077,79184;202106,23939;202106,46037;202106,46037;202106,46037;202106,46037" o:connectangles="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4237990</wp:posOffset>
                </wp:positionV>
                <wp:extent cx="220345" cy="222885"/>
                <wp:effectExtent l="0" t="0" r="8255" b="5715"/>
                <wp:wrapNone/>
                <wp:docPr id="21520" name="Freeform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2026285" y="7468870"/>
                          <a:ext cx="220345" cy="222885"/>
                        </a:xfrm>
                        <a:custGeom>
                          <a:avLst/>
                          <a:gdLst>
                            <a:gd name="T0" fmla="*/ 85 w 108"/>
                            <a:gd name="T1" fmla="*/ 105 h 109"/>
                            <a:gd name="T2" fmla="*/ 93 w 108"/>
                            <a:gd name="T3" fmla="*/ 100 h 109"/>
                            <a:gd name="T4" fmla="*/ 94 w 108"/>
                            <a:gd name="T5" fmla="*/ 99 h 109"/>
                            <a:gd name="T6" fmla="*/ 96 w 108"/>
                            <a:gd name="T7" fmla="*/ 95 h 109"/>
                            <a:gd name="T8" fmla="*/ 94 w 108"/>
                            <a:gd name="T9" fmla="*/ 91 h 109"/>
                            <a:gd name="T10" fmla="*/ 74 w 108"/>
                            <a:gd name="T11" fmla="*/ 77 h 109"/>
                            <a:gd name="T12" fmla="*/ 71 w 108"/>
                            <a:gd name="T13" fmla="*/ 76 h 109"/>
                            <a:gd name="T14" fmla="*/ 67 w 108"/>
                            <a:gd name="T15" fmla="*/ 77 h 109"/>
                            <a:gd name="T16" fmla="*/ 64 w 108"/>
                            <a:gd name="T17" fmla="*/ 81 h 109"/>
                            <a:gd name="T18" fmla="*/ 52 w 108"/>
                            <a:gd name="T19" fmla="*/ 81 h 109"/>
                            <a:gd name="T20" fmla="*/ 30 w 108"/>
                            <a:gd name="T21" fmla="*/ 59 h 109"/>
                            <a:gd name="T22" fmla="*/ 31 w 108"/>
                            <a:gd name="T23" fmla="*/ 49 h 109"/>
                            <a:gd name="T24" fmla="*/ 34 w 108"/>
                            <a:gd name="T25" fmla="*/ 46 h 109"/>
                            <a:gd name="T26" fmla="*/ 36 w 108"/>
                            <a:gd name="T27" fmla="*/ 42 h 109"/>
                            <a:gd name="T28" fmla="*/ 35 w 108"/>
                            <a:gd name="T29" fmla="*/ 39 h 109"/>
                            <a:gd name="T30" fmla="*/ 18 w 108"/>
                            <a:gd name="T31" fmla="*/ 15 h 109"/>
                            <a:gd name="T32" fmla="*/ 14 w 108"/>
                            <a:gd name="T33" fmla="*/ 13 h 109"/>
                            <a:gd name="T34" fmla="*/ 10 w 108"/>
                            <a:gd name="T35" fmla="*/ 15 h 109"/>
                            <a:gd name="T36" fmla="*/ 9 w 108"/>
                            <a:gd name="T37" fmla="*/ 15 h 109"/>
                            <a:gd name="T38" fmla="*/ 0 w 108"/>
                            <a:gd name="T39" fmla="*/ 37 h 109"/>
                            <a:gd name="T40" fmla="*/ 72 w 108"/>
                            <a:gd name="T41" fmla="*/ 109 h 109"/>
                            <a:gd name="T42" fmla="*/ 73 w 108"/>
                            <a:gd name="T43" fmla="*/ 109 h 109"/>
                            <a:gd name="T44" fmla="*/ 85 w 108"/>
                            <a:gd name="T45" fmla="*/ 105 h 109"/>
                            <a:gd name="T46" fmla="*/ 85 w 108"/>
                            <a:gd name="T47" fmla="*/ 105 h 109"/>
                            <a:gd name="T48" fmla="*/ 80 w 108"/>
                            <a:gd name="T49" fmla="*/ 0 h 109"/>
                            <a:gd name="T50" fmla="*/ 52 w 108"/>
                            <a:gd name="T51" fmla="*/ 24 h 109"/>
                            <a:gd name="T52" fmla="*/ 63 w 108"/>
                            <a:gd name="T53" fmla="*/ 43 h 109"/>
                            <a:gd name="T54" fmla="*/ 59 w 108"/>
                            <a:gd name="T55" fmla="*/ 57 h 109"/>
                            <a:gd name="T56" fmla="*/ 73 w 108"/>
                            <a:gd name="T57" fmla="*/ 47 h 109"/>
                            <a:gd name="T58" fmla="*/ 80 w 108"/>
                            <a:gd name="T59" fmla="*/ 48 h 109"/>
                            <a:gd name="T60" fmla="*/ 108 w 108"/>
                            <a:gd name="T61" fmla="*/ 24 h 109"/>
                            <a:gd name="T62" fmla="*/ 80 w 108"/>
                            <a:gd name="T63" fmla="*/ 0 h 109"/>
                            <a:gd name="T64" fmla="*/ 80 w 108"/>
                            <a:gd name="T65" fmla="*/ 0 h 109"/>
                            <a:gd name="T66" fmla="*/ 68 w 108"/>
                            <a:gd name="T67" fmla="*/ 17 h 109"/>
                            <a:gd name="T68" fmla="*/ 72 w 108"/>
                            <a:gd name="T69" fmla="*/ 22 h 109"/>
                            <a:gd name="T70" fmla="*/ 68 w 108"/>
                            <a:gd name="T71" fmla="*/ 26 h 109"/>
                            <a:gd name="T72" fmla="*/ 64 w 108"/>
                            <a:gd name="T73" fmla="*/ 22 h 109"/>
                            <a:gd name="T74" fmla="*/ 68 w 108"/>
                            <a:gd name="T75" fmla="*/ 17 h 109"/>
                            <a:gd name="T76" fmla="*/ 68 w 108"/>
                            <a:gd name="T77" fmla="*/ 17 h 109"/>
                            <a:gd name="T78" fmla="*/ 80 w 108"/>
                            <a:gd name="T79" fmla="*/ 26 h 109"/>
                            <a:gd name="T80" fmla="*/ 76 w 108"/>
                            <a:gd name="T81" fmla="*/ 22 h 109"/>
                            <a:gd name="T82" fmla="*/ 80 w 108"/>
                            <a:gd name="T83" fmla="*/ 17 h 109"/>
                            <a:gd name="T84" fmla="*/ 84 w 108"/>
                            <a:gd name="T85" fmla="*/ 22 h 109"/>
                            <a:gd name="T86" fmla="*/ 80 w 108"/>
                            <a:gd name="T87" fmla="*/ 26 h 109"/>
                            <a:gd name="T88" fmla="*/ 80 w 108"/>
                            <a:gd name="T89" fmla="*/ 26 h 109"/>
                            <a:gd name="T90" fmla="*/ 92 w 108"/>
                            <a:gd name="T91" fmla="*/ 26 h 109"/>
                            <a:gd name="T92" fmla="*/ 88 w 108"/>
                            <a:gd name="T93" fmla="*/ 22 h 109"/>
                            <a:gd name="T94" fmla="*/ 92 w 108"/>
                            <a:gd name="T95" fmla="*/ 17 h 109"/>
                            <a:gd name="T96" fmla="*/ 96 w 108"/>
                            <a:gd name="T97" fmla="*/ 22 h 109"/>
                            <a:gd name="T98" fmla="*/ 92 w 108"/>
                            <a:gd name="T99" fmla="*/ 26 h 109"/>
                            <a:gd name="T100" fmla="*/ 92 w 108"/>
                            <a:gd name="T101" fmla="*/ 26 h 109"/>
                            <a:gd name="T102" fmla="*/ 92 w 108"/>
                            <a:gd name="T103" fmla="*/ 26 h 109"/>
                            <a:gd name="T104" fmla="*/ 92 w 108"/>
                            <a:gd name="T105" fmla="*/ 26 h 1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08" h="109">
                              <a:moveTo>
                                <a:pt x="85" y="105"/>
                              </a:moveTo>
                              <a:cubicBezTo>
                                <a:pt x="88" y="103"/>
                                <a:pt x="91" y="102"/>
                                <a:pt x="93" y="100"/>
                              </a:cubicBezTo>
                              <a:cubicBezTo>
                                <a:pt x="93" y="100"/>
                                <a:pt x="94" y="99"/>
                                <a:pt x="94" y="99"/>
                              </a:cubicBezTo>
                              <a:cubicBezTo>
                                <a:pt x="95" y="98"/>
                                <a:pt x="96" y="97"/>
                                <a:pt x="96" y="95"/>
                              </a:cubicBezTo>
                              <a:cubicBezTo>
                                <a:pt x="96" y="94"/>
                                <a:pt x="96" y="92"/>
                                <a:pt x="94" y="91"/>
                              </a:cubicBezTo>
                              <a:cubicBezTo>
                                <a:pt x="74" y="77"/>
                                <a:pt x="74" y="77"/>
                                <a:pt x="74" y="77"/>
                              </a:cubicBezTo>
                              <a:cubicBezTo>
                                <a:pt x="73" y="76"/>
                                <a:pt x="72" y="76"/>
                                <a:pt x="71" y="76"/>
                              </a:cubicBezTo>
                              <a:cubicBezTo>
                                <a:pt x="70" y="76"/>
                                <a:pt x="68" y="76"/>
                                <a:pt x="67" y="77"/>
                              </a:cubicBezTo>
                              <a:cubicBezTo>
                                <a:pt x="67" y="77"/>
                                <a:pt x="64" y="81"/>
                                <a:pt x="64" y="81"/>
                              </a:cubicBezTo>
                              <a:cubicBezTo>
                                <a:pt x="62" y="83"/>
                                <a:pt x="54" y="83"/>
                                <a:pt x="52" y="81"/>
                              </a:cubicBezTo>
                              <a:cubicBezTo>
                                <a:pt x="30" y="59"/>
                                <a:pt x="30" y="59"/>
                                <a:pt x="30" y="59"/>
                              </a:cubicBezTo>
                              <a:cubicBezTo>
                                <a:pt x="27" y="57"/>
                                <a:pt x="29" y="52"/>
                                <a:pt x="31" y="49"/>
                              </a:cubicBezTo>
                              <a:cubicBezTo>
                                <a:pt x="34" y="46"/>
                                <a:pt x="34" y="46"/>
                                <a:pt x="34" y="46"/>
                              </a:cubicBezTo>
                              <a:cubicBezTo>
                                <a:pt x="35" y="45"/>
                                <a:pt x="36" y="44"/>
                                <a:pt x="36" y="42"/>
                              </a:cubicBezTo>
                              <a:cubicBezTo>
                                <a:pt x="36" y="41"/>
                                <a:pt x="35" y="40"/>
                                <a:pt x="35" y="39"/>
                              </a:cubicBezTo>
                              <a:cubicBezTo>
                                <a:pt x="18" y="15"/>
                                <a:pt x="18" y="15"/>
                                <a:pt x="18" y="15"/>
                              </a:cubicBezTo>
                              <a:cubicBezTo>
                                <a:pt x="17" y="13"/>
                                <a:pt x="16" y="13"/>
                                <a:pt x="14" y="13"/>
                              </a:cubicBezTo>
                              <a:cubicBezTo>
                                <a:pt x="12" y="13"/>
                                <a:pt x="11" y="14"/>
                                <a:pt x="10" y="15"/>
                              </a:cubicBezTo>
                              <a:cubicBezTo>
                                <a:pt x="9" y="15"/>
                                <a:pt x="9" y="15"/>
                                <a:pt x="9" y="15"/>
                              </a:cubicBezTo>
                              <a:cubicBezTo>
                                <a:pt x="5" y="21"/>
                                <a:pt x="0" y="29"/>
                                <a:pt x="0" y="37"/>
                              </a:cubicBezTo>
                              <a:cubicBezTo>
                                <a:pt x="0" y="59"/>
                                <a:pt x="50" y="109"/>
                                <a:pt x="72" y="109"/>
                              </a:cubicBezTo>
                              <a:cubicBezTo>
                                <a:pt x="72" y="109"/>
                                <a:pt x="72" y="109"/>
                                <a:pt x="73" y="109"/>
                              </a:cubicBezTo>
                              <a:cubicBezTo>
                                <a:pt x="78" y="108"/>
                                <a:pt x="83" y="106"/>
                                <a:pt x="85" y="105"/>
                              </a:cubicBezTo>
                              <a:cubicBezTo>
                                <a:pt x="85" y="105"/>
                                <a:pt x="85" y="105"/>
                                <a:pt x="85" y="105"/>
                              </a:cubicBezTo>
                              <a:close/>
                              <a:moveTo>
                                <a:pt x="80" y="0"/>
                              </a:moveTo>
                              <a:cubicBezTo>
                                <a:pt x="65" y="0"/>
                                <a:pt x="52" y="10"/>
                                <a:pt x="52" y="24"/>
                              </a:cubicBezTo>
                              <a:cubicBezTo>
                                <a:pt x="52" y="31"/>
                                <a:pt x="57" y="38"/>
                                <a:pt x="63" y="43"/>
                              </a:cubicBezTo>
                              <a:cubicBezTo>
                                <a:pt x="59" y="57"/>
                                <a:pt x="59" y="57"/>
                                <a:pt x="59" y="57"/>
                              </a:cubicBezTo>
                              <a:cubicBezTo>
                                <a:pt x="73" y="47"/>
                                <a:pt x="73" y="47"/>
                                <a:pt x="73" y="47"/>
                              </a:cubicBezTo>
                              <a:cubicBezTo>
                                <a:pt x="75" y="47"/>
                                <a:pt x="77" y="48"/>
                                <a:pt x="80" y="48"/>
                              </a:cubicBezTo>
                              <a:cubicBezTo>
                                <a:pt x="95" y="48"/>
                                <a:pt x="108" y="37"/>
                                <a:pt x="108" y="24"/>
                              </a:cubicBezTo>
                              <a:cubicBezTo>
                                <a:pt x="108" y="10"/>
                                <a:pt x="95" y="0"/>
                                <a:pt x="80" y="0"/>
                              </a:cubicBezTo>
                              <a:cubicBezTo>
                                <a:pt x="80" y="0"/>
                                <a:pt x="80" y="0"/>
                                <a:pt x="80" y="0"/>
                              </a:cubicBezTo>
                              <a:close/>
                              <a:moveTo>
                                <a:pt x="68" y="17"/>
                              </a:moveTo>
                              <a:cubicBezTo>
                                <a:pt x="70" y="17"/>
                                <a:pt x="72" y="19"/>
                                <a:pt x="72" y="22"/>
                              </a:cubicBezTo>
                              <a:cubicBezTo>
                                <a:pt x="72" y="24"/>
                                <a:pt x="70" y="26"/>
                                <a:pt x="68" y="26"/>
                              </a:cubicBezTo>
                              <a:cubicBezTo>
                                <a:pt x="66" y="26"/>
                                <a:pt x="64" y="24"/>
                                <a:pt x="64" y="22"/>
                              </a:cubicBezTo>
                              <a:cubicBezTo>
                                <a:pt x="64" y="19"/>
                                <a:pt x="66" y="17"/>
                                <a:pt x="68" y="17"/>
                              </a:cubicBezTo>
                              <a:cubicBezTo>
                                <a:pt x="68" y="17"/>
                                <a:pt x="68" y="17"/>
                                <a:pt x="68" y="17"/>
                              </a:cubicBezTo>
                              <a:close/>
                              <a:moveTo>
                                <a:pt x="80" y="26"/>
                              </a:moveTo>
                              <a:cubicBezTo>
                                <a:pt x="78" y="26"/>
                                <a:pt x="76" y="24"/>
                                <a:pt x="76" y="22"/>
                              </a:cubicBezTo>
                              <a:cubicBezTo>
                                <a:pt x="76" y="19"/>
                                <a:pt x="78" y="17"/>
                                <a:pt x="80" y="17"/>
                              </a:cubicBezTo>
                              <a:cubicBezTo>
                                <a:pt x="82" y="17"/>
                                <a:pt x="84" y="19"/>
                                <a:pt x="84" y="22"/>
                              </a:cubicBezTo>
                              <a:cubicBezTo>
                                <a:pt x="84" y="24"/>
                                <a:pt x="82" y="26"/>
                                <a:pt x="80" y="26"/>
                              </a:cubicBezTo>
                              <a:cubicBezTo>
                                <a:pt x="80" y="26"/>
                                <a:pt x="80" y="26"/>
                                <a:pt x="80" y="26"/>
                              </a:cubicBezTo>
                              <a:close/>
                              <a:moveTo>
                                <a:pt x="92" y="26"/>
                              </a:moveTo>
                              <a:cubicBezTo>
                                <a:pt x="89" y="26"/>
                                <a:pt x="88" y="24"/>
                                <a:pt x="88" y="22"/>
                              </a:cubicBezTo>
                              <a:cubicBezTo>
                                <a:pt x="88" y="19"/>
                                <a:pt x="89" y="17"/>
                                <a:pt x="92" y="17"/>
                              </a:cubicBezTo>
                              <a:cubicBezTo>
                                <a:pt x="94" y="17"/>
                                <a:pt x="96" y="19"/>
                                <a:pt x="96" y="22"/>
                              </a:cubicBezTo>
                              <a:cubicBezTo>
                                <a:pt x="96" y="24"/>
                                <a:pt x="94" y="26"/>
                                <a:pt x="92" y="26"/>
                              </a:cubicBezTo>
                              <a:cubicBezTo>
                                <a:pt x="92" y="26"/>
                                <a:pt x="92" y="26"/>
                                <a:pt x="92" y="26"/>
                              </a:cubicBezTo>
                              <a:close/>
                              <a:moveTo>
                                <a:pt x="92" y="26"/>
                              </a:moveTo>
                              <a:cubicBezTo>
                                <a:pt x="92" y="26"/>
                                <a:pt x="92" y="26"/>
                                <a:pt x="92" y="26"/>
                              </a:cubicBezTo>
                            </a:path>
                          </a:pathLst>
                        </a:custGeom>
                        <a:solidFill>
                          <a:srgbClr val="5D7B98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2" o:spid="_x0000_s1026" o:spt="100" style="position:absolute;left:0pt;margin-left:123.55pt;margin-top:333.7pt;height:17.55pt;width:17.35pt;z-index:251712512;mso-width-relative:page;mso-height-relative:page;" fillcolor="#5D7B98" filled="t" stroked="f" coordsize="108,109" o:gfxdata="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" path="m85,105c88,103,91,102,93,100c93,100,94,99,94,99c95,98,96,97,96,95c96,94,96,92,94,91c74,77,74,77,74,77c73,76,72,76,71,76c70,76,68,76,67,77c67,77,64,81,64,81c62,83,54,83,52,81c30,59,30,59,30,59c27,57,29,52,31,49c34,46,34,46,34,46c35,45,36,44,36,42c36,41,35,40,35,39c18,15,18,15,18,15c17,13,16,13,14,13c12,13,11,14,10,15c9,15,9,15,9,15c5,21,0,29,0,37c0,59,50,109,72,109c72,109,72,109,73,109c78,108,83,106,85,105c85,105,85,105,85,105xm80,0c65,0,52,10,52,24c52,31,57,38,63,43c59,57,59,57,59,57c73,47,73,47,73,47c75,47,77,48,80,48c95,48,108,37,108,24c108,10,95,0,80,0c80,0,80,0,80,0xm68,17c70,17,72,19,72,22c72,24,70,26,68,26c66,26,64,24,64,22c64,19,66,17,68,17c68,17,68,17,68,17xm80,26c78,26,76,24,76,22c76,19,78,17,80,17c82,17,84,19,84,22c84,24,82,26,80,26c80,26,80,26,80,26xm92,26c89,26,88,24,88,22c88,19,89,17,92,17c94,17,96,19,96,22c96,24,94,26,92,26c92,26,92,26,92,26xm92,26c92,26,92,26,92,26e">
                <v:path o:connectlocs="173419,214705;189741,204481;191781,202436;195862,194257;191781,186078;150977,157450;144856,155406;136695,157450;130574,165630;106092,165630;61206,120644;63247,100196;69367,94061;73448,85882;71408,79747;36724,30672;28563,26582;20402,30672;18362,30672;0,75658;146896,222885;148936,222885;173419,214705;173419,214705;163218,0;106092,49075;128534,87927;120373,116554;148936,96106;163218,98151;220345,49075;163218,0;163218,0;138735,34761;146896,44985;138735,53165;130574,44985;138735,34761;138735,34761;163218,53165;155057,44985;163218,34761;171379,44985;163218,53165;163218,53165;187701,53165;179540,44985;187701,34761;195862,44985;187701,53165;187701,53165;187701,53165;187701,53165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3781425</wp:posOffset>
                </wp:positionV>
                <wp:extent cx="222885" cy="222885"/>
                <wp:effectExtent l="0" t="0" r="5715" b="5715"/>
                <wp:wrapNone/>
                <wp:docPr id="21518" name="Freeform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2026285" y="7012305"/>
                          <a:ext cx="222885" cy="222885"/>
                        </a:xfrm>
                        <a:custGeom>
                          <a:avLst/>
                          <a:gdLst>
                            <a:gd name="T0" fmla="*/ 130 w 140"/>
                            <a:gd name="T1" fmla="*/ 18 h 140"/>
                            <a:gd name="T2" fmla="*/ 130 w 140"/>
                            <a:gd name="T3" fmla="*/ 131 h 140"/>
                            <a:gd name="T4" fmla="*/ 25 w 140"/>
                            <a:gd name="T5" fmla="*/ 131 h 140"/>
                            <a:gd name="T6" fmla="*/ 10 w 140"/>
                            <a:gd name="T7" fmla="*/ 118 h 140"/>
                            <a:gd name="T8" fmla="*/ 25 w 140"/>
                            <a:gd name="T9" fmla="*/ 105 h 140"/>
                            <a:gd name="T10" fmla="*/ 120 w 140"/>
                            <a:gd name="T11" fmla="*/ 105 h 140"/>
                            <a:gd name="T12" fmla="*/ 120 w 140"/>
                            <a:gd name="T13" fmla="*/ 0 h 140"/>
                            <a:gd name="T14" fmla="*/ 20 w 140"/>
                            <a:gd name="T15" fmla="*/ 0 h 140"/>
                            <a:gd name="T16" fmla="*/ 0 w 140"/>
                            <a:gd name="T17" fmla="*/ 18 h 140"/>
                            <a:gd name="T18" fmla="*/ 0 w 140"/>
                            <a:gd name="T19" fmla="*/ 123 h 140"/>
                            <a:gd name="T20" fmla="*/ 20 w 140"/>
                            <a:gd name="T21" fmla="*/ 140 h 140"/>
                            <a:gd name="T22" fmla="*/ 140 w 140"/>
                            <a:gd name="T23" fmla="*/ 140 h 140"/>
                            <a:gd name="T24" fmla="*/ 140 w 140"/>
                            <a:gd name="T25" fmla="*/ 18 h 140"/>
                            <a:gd name="T26" fmla="*/ 130 w 140"/>
                            <a:gd name="T27" fmla="*/ 18 h 140"/>
                            <a:gd name="T28" fmla="*/ 30 w 140"/>
                            <a:gd name="T29" fmla="*/ 114 h 140"/>
                            <a:gd name="T30" fmla="*/ 120 w 140"/>
                            <a:gd name="T31" fmla="*/ 114 h 140"/>
                            <a:gd name="T32" fmla="*/ 120 w 140"/>
                            <a:gd name="T33" fmla="*/ 123 h 140"/>
                            <a:gd name="T34" fmla="*/ 30 w 140"/>
                            <a:gd name="T35" fmla="*/ 123 h 140"/>
                            <a:gd name="T36" fmla="*/ 30 w 140"/>
                            <a:gd name="T37" fmla="*/ 114 h 140"/>
                            <a:gd name="T38" fmla="*/ 30 w 140"/>
                            <a:gd name="T39" fmla="*/ 114 h 140"/>
                            <a:gd name="T40" fmla="*/ 30 w 140"/>
                            <a:gd name="T41" fmla="*/ 114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40" h="140">
                              <a:moveTo>
                                <a:pt x="130" y="18"/>
                              </a:moveTo>
                              <a:cubicBezTo>
                                <a:pt x="130" y="131"/>
                                <a:pt x="130" y="131"/>
                                <a:pt x="130" y="131"/>
                              </a:cubicBezTo>
                              <a:cubicBezTo>
                                <a:pt x="25" y="131"/>
                                <a:pt x="25" y="131"/>
                                <a:pt x="25" y="131"/>
                              </a:cubicBezTo>
                              <a:cubicBezTo>
                                <a:pt x="16" y="131"/>
                                <a:pt x="10" y="125"/>
                                <a:pt x="10" y="118"/>
                              </a:cubicBezTo>
                              <a:cubicBezTo>
                                <a:pt x="10" y="111"/>
                                <a:pt x="16" y="105"/>
                                <a:pt x="25" y="105"/>
                              </a:cubicBezTo>
                              <a:cubicBezTo>
                                <a:pt x="120" y="105"/>
                                <a:pt x="120" y="105"/>
                                <a:pt x="120" y="105"/>
                              </a:cubicBezTo>
                              <a:cubicBezTo>
                                <a:pt x="120" y="0"/>
                                <a:pt x="120" y="0"/>
                                <a:pt x="120" y="0"/>
                              </a:cubicBezTo>
                              <a:cubicBezTo>
                                <a:pt x="20" y="0"/>
                                <a:pt x="20" y="0"/>
                                <a:pt x="20" y="0"/>
                              </a:cubicBezTo>
                              <a:cubicBezTo>
                                <a:pt x="9" y="0"/>
                                <a:pt x="0" y="8"/>
                                <a:pt x="0" y="18"/>
                              </a:cubicBezTo>
                              <a:cubicBezTo>
                                <a:pt x="0" y="123"/>
                                <a:pt x="0" y="123"/>
                                <a:pt x="0" y="123"/>
                              </a:cubicBezTo>
                              <a:cubicBezTo>
                                <a:pt x="0" y="132"/>
                                <a:pt x="9" y="140"/>
                                <a:pt x="20" y="140"/>
                              </a:cubicBezTo>
                              <a:cubicBezTo>
                                <a:pt x="140" y="140"/>
                                <a:pt x="140" y="140"/>
                                <a:pt x="140" y="140"/>
                              </a:cubicBezTo>
                              <a:cubicBezTo>
                                <a:pt x="140" y="18"/>
                                <a:pt x="140" y="18"/>
                                <a:pt x="140" y="18"/>
                              </a:cubicBezTo>
                              <a:cubicBezTo>
                                <a:pt x="130" y="18"/>
                                <a:pt x="130" y="18"/>
                                <a:pt x="130" y="18"/>
                              </a:cubicBezTo>
                              <a:close/>
                              <a:moveTo>
                                <a:pt x="30" y="114"/>
                              </a:moveTo>
                              <a:cubicBezTo>
                                <a:pt x="120" y="114"/>
                                <a:pt x="120" y="114"/>
                                <a:pt x="120" y="114"/>
                              </a:cubicBezTo>
                              <a:cubicBezTo>
                                <a:pt x="120" y="123"/>
                                <a:pt x="120" y="123"/>
                                <a:pt x="120" y="123"/>
                              </a:cubicBezTo>
                              <a:cubicBezTo>
                                <a:pt x="30" y="123"/>
                                <a:pt x="30" y="123"/>
                                <a:pt x="30" y="123"/>
                              </a:cubicBezTo>
                              <a:cubicBezTo>
                                <a:pt x="30" y="114"/>
                                <a:pt x="30" y="114"/>
                                <a:pt x="30" y="114"/>
                              </a:cubicBezTo>
                              <a:close/>
                              <a:moveTo>
                                <a:pt x="30" y="114"/>
                              </a:moveTo>
                              <a:cubicBezTo>
                                <a:pt x="30" y="114"/>
                                <a:pt x="30" y="114"/>
                                <a:pt x="30" y="114"/>
                              </a:cubicBezTo>
                            </a:path>
                          </a:pathLst>
                        </a:custGeom>
                        <a:solidFill>
                          <a:srgbClr val="5D7B98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7" o:spid="_x0000_s1026" o:spt="100" style="position:absolute;left:0pt;margin-left:123.55pt;margin-top:297.75pt;height:17.55pt;width:17.55pt;z-index:251711488;mso-width-relative:page;mso-height-relative:page;" fillcolor="#5D7B98" filled="t" stroked="f" coordsize="140,140" o:gfxdata="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" path="m130,18c130,131,130,131,130,131c25,131,25,131,25,131c16,131,10,125,10,118c10,111,16,105,25,105c120,105,120,105,120,105c120,0,120,0,120,0c20,0,20,0,20,0c9,0,0,8,0,18c0,123,0,123,0,123c0,132,9,140,20,140c140,140,140,140,140,140c140,18,140,18,140,18c130,18,130,18,130,18xm30,114c120,114,120,114,120,114c120,123,120,123,120,123c30,123,30,123,30,123c30,114,30,114,30,114xm30,114c30,114,30,114,30,114e">
                <v:path o:connectlocs="206964,28656;206964,208556;39800,208556;15920,187860;39800,167163;191044,167163;191044,0;31840,0;0,28656;0,195820;31840,222885;222885,222885;222885,28656;206964,28656;47761,181492;191044,181492;191044,195820;47761,195820;47761,181492;47761,181492;47761,181492" o:connectangles="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2390775</wp:posOffset>
                </wp:positionV>
                <wp:extent cx="210820" cy="222885"/>
                <wp:effectExtent l="4445" t="4445" r="13335" b="20320"/>
                <wp:wrapNone/>
                <wp:docPr id="21517" name="Freefor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2026285" y="5621655"/>
                          <a:ext cx="210820" cy="222885"/>
                        </a:xfrm>
                        <a:custGeom>
                          <a:avLst/>
                          <a:gdLst>
                            <a:gd name="T0" fmla="*/ 2147483646 w 328"/>
                            <a:gd name="T1" fmla="*/ 2147483646 h 347"/>
                            <a:gd name="T2" fmla="*/ 2147483646 w 328"/>
                            <a:gd name="T3" fmla="*/ 0 h 347"/>
                            <a:gd name="T4" fmla="*/ 2147483646 w 328"/>
                            <a:gd name="T5" fmla="*/ 2147483646 h 347"/>
                            <a:gd name="T6" fmla="*/ 2147483646 w 328"/>
                            <a:gd name="T7" fmla="*/ 2147483646 h 347"/>
                            <a:gd name="T8" fmla="*/ 0 w 328"/>
                            <a:gd name="T9" fmla="*/ 2147483646 h 347"/>
                            <a:gd name="T10" fmla="*/ 2147483646 w 328"/>
                            <a:gd name="T11" fmla="*/ 2147483646 h 347"/>
                            <a:gd name="T12" fmla="*/ 2147483646 w 328"/>
                            <a:gd name="T13" fmla="*/ 2147483646 h 347"/>
                            <a:gd name="T14" fmla="*/ 2147483646 w 328"/>
                            <a:gd name="T15" fmla="*/ 2147483646 h 347"/>
                            <a:gd name="T16" fmla="*/ 2147483646 w 328"/>
                            <a:gd name="T17" fmla="*/ 2147483646 h 347"/>
                            <a:gd name="T18" fmla="*/ 2147483646 w 328"/>
                            <a:gd name="T19" fmla="*/ 2147483646 h 347"/>
                            <a:gd name="T20" fmla="*/ 2147483646 w 328"/>
                            <a:gd name="T21" fmla="*/ 2147483646 h 347"/>
                            <a:gd name="T22" fmla="*/ 2147483646 w 328"/>
                            <a:gd name="T23" fmla="*/ 2147483646 h 347"/>
                            <a:gd name="T24" fmla="*/ 2147483646 w 328"/>
                            <a:gd name="T25" fmla="*/ 2147483646 h 347"/>
                            <a:gd name="T26" fmla="*/ 2147483646 w 328"/>
                            <a:gd name="T27" fmla="*/ 2147483646 h 347"/>
                            <a:gd name="T28" fmla="*/ 2147483646 w 328"/>
                            <a:gd name="T29" fmla="*/ 2147483646 h 347"/>
                            <a:gd name="T30" fmla="*/ 2147483646 w 328"/>
                            <a:gd name="T31" fmla="*/ 2147483646 h 347"/>
                            <a:gd name="T32" fmla="*/ 2147483646 w 328"/>
                            <a:gd name="T33" fmla="*/ 2147483646 h 347"/>
                            <a:gd name="T34" fmla="*/ 2147483646 w 328"/>
                            <a:gd name="T35" fmla="*/ 2147483646 h 347"/>
                            <a:gd name="T36" fmla="*/ 2147483646 w 328"/>
                            <a:gd name="T37" fmla="*/ 2147483646 h 347"/>
                            <a:gd name="T38" fmla="*/ 2147483646 w 328"/>
                            <a:gd name="T39" fmla="*/ 2147483646 h 347"/>
                            <a:gd name="T40" fmla="*/ 2147483646 w 328"/>
                            <a:gd name="T41" fmla="*/ 2147483646 h 347"/>
                            <a:gd name="T42" fmla="*/ 2147483646 w 328"/>
                            <a:gd name="T43" fmla="*/ 2147483646 h 347"/>
                            <a:gd name="T44" fmla="*/ 2147483646 w 328"/>
                            <a:gd name="T45" fmla="*/ 2147483646 h 347"/>
                            <a:gd name="T46" fmla="*/ 2147483646 w 328"/>
                            <a:gd name="T47" fmla="*/ 2147483646 h 347"/>
                            <a:gd name="T48" fmla="*/ 2147483646 w 328"/>
                            <a:gd name="T49" fmla="*/ 2147483646 h 347"/>
                            <a:gd name="T50" fmla="*/ 2147483646 w 328"/>
                            <a:gd name="T51" fmla="*/ 2147483646 h 347"/>
                            <a:gd name="T52" fmla="*/ 2147483646 w 328"/>
                            <a:gd name="T53" fmla="*/ 2147483646 h 347"/>
                            <a:gd name="T54" fmla="*/ 2147483646 w 328"/>
                            <a:gd name="T55" fmla="*/ 2147483646 h 347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</a:gdLst>
                          <a:ahLst/>
                          <a:cxnLst>
                            <a:cxn ang="T56">
                              <a:pos x="T0" y="T1"/>
                            </a:cxn>
                            <a:cxn ang="T57">
                              <a:pos x="T2" y="T3"/>
                            </a:cxn>
                            <a:cxn ang="T58">
                              <a:pos x="T4" y="T5"/>
                            </a:cxn>
                            <a:cxn ang="T59">
                              <a:pos x="T6" y="T7"/>
                            </a:cxn>
                            <a:cxn ang="T60">
                              <a:pos x="T8" y="T9"/>
                            </a:cxn>
                            <a:cxn ang="T61">
                              <a:pos x="T10" y="T11"/>
                            </a:cxn>
                            <a:cxn ang="T62">
                              <a:pos x="T12" y="T13"/>
                            </a:cxn>
                            <a:cxn ang="T63">
                              <a:pos x="T14" y="T15"/>
                            </a:cxn>
                            <a:cxn ang="T64">
                              <a:pos x="T16" y="T17"/>
                            </a:cxn>
                            <a:cxn ang="T65">
                              <a:pos x="T18" y="T19"/>
                            </a:cxn>
                            <a:cxn ang="T66">
                              <a:pos x="T20" y="T21"/>
                            </a:cxn>
                            <a:cxn ang="T67">
                              <a:pos x="T22" y="T23"/>
                            </a:cxn>
                            <a:cxn ang="T68">
                              <a:pos x="T24" y="T25"/>
                            </a:cxn>
                            <a:cxn ang="T69">
                              <a:pos x="T26" y="T27"/>
                            </a:cxn>
                            <a:cxn ang="T70">
                              <a:pos x="T28" y="T29"/>
                            </a:cxn>
                            <a:cxn ang="T71">
                              <a:pos x="T30" y="T31"/>
                            </a:cxn>
                            <a:cxn ang="T72">
                              <a:pos x="T32" y="T33"/>
                            </a:cxn>
                            <a:cxn ang="T73">
                              <a:pos x="T34" y="T35"/>
                            </a:cxn>
                            <a:cxn ang="T74">
                              <a:pos x="T36" y="T37"/>
                            </a:cxn>
                            <a:cxn ang="T75">
                              <a:pos x="T38" y="T39"/>
                            </a:cxn>
                            <a:cxn ang="T76">
                              <a:pos x="T40" y="T41"/>
                            </a:cxn>
                            <a:cxn ang="T77">
                              <a:pos x="T42" y="T43"/>
                            </a:cxn>
                            <a:cxn ang="T78">
                              <a:pos x="T44" y="T45"/>
                            </a:cxn>
                            <a:cxn ang="T79">
                              <a:pos x="T46" y="T47"/>
                            </a:cxn>
                            <a:cxn ang="T80">
                              <a:pos x="T48" y="T49"/>
                            </a:cxn>
                            <a:cxn ang="T81">
                              <a:pos x="T50" y="T51"/>
                            </a:cxn>
                            <a:cxn ang="T82">
                              <a:pos x="T52" y="T53"/>
                            </a:cxn>
                            <a:cxn ang="T83">
                              <a:pos x="T54" y="T55"/>
                            </a:cxn>
                          </a:cxnLst>
                          <a:rect l="0" t="0" r="r" b="b"/>
                          <a:pathLst>
                            <a:path w="328" h="347">
                              <a:moveTo>
                                <a:pt x="285" y="119"/>
                              </a:moveTo>
                              <a:cubicBezTo>
                                <a:pt x="285" y="53"/>
                                <a:pt x="231" y="0"/>
                                <a:pt x="164" y="0"/>
                              </a:cubicBezTo>
                              <a:cubicBezTo>
                                <a:pt x="98" y="0"/>
                                <a:pt x="44" y="53"/>
                                <a:pt x="44" y="119"/>
                              </a:cubicBezTo>
                              <a:cubicBezTo>
                                <a:pt x="44" y="157"/>
                                <a:pt x="62" y="191"/>
                                <a:pt x="90" y="213"/>
                              </a:cubicBezTo>
                              <a:cubicBezTo>
                                <a:pt x="39" y="238"/>
                                <a:pt x="4" y="289"/>
                                <a:pt x="0" y="347"/>
                              </a:cubicBezTo>
                              <a:cubicBezTo>
                                <a:pt x="18" y="347"/>
                                <a:pt x="18" y="347"/>
                                <a:pt x="18" y="347"/>
                              </a:cubicBezTo>
                              <a:cubicBezTo>
                                <a:pt x="22" y="292"/>
                                <a:pt x="58" y="244"/>
                                <a:pt x="108" y="224"/>
                              </a:cubicBezTo>
                              <a:cubicBezTo>
                                <a:pt x="123" y="232"/>
                                <a:pt x="145" y="238"/>
                                <a:pt x="164" y="238"/>
                              </a:cubicBezTo>
                              <a:cubicBezTo>
                                <a:pt x="183" y="238"/>
                                <a:pt x="201" y="234"/>
                                <a:pt x="216" y="227"/>
                              </a:cubicBezTo>
                              <a:cubicBezTo>
                                <a:pt x="229" y="219"/>
                                <a:pt x="229" y="219"/>
                                <a:pt x="229" y="219"/>
                              </a:cubicBezTo>
                              <a:cubicBezTo>
                                <a:pt x="239" y="213"/>
                                <a:pt x="239" y="213"/>
                                <a:pt x="239" y="213"/>
                              </a:cubicBezTo>
                              <a:cubicBezTo>
                                <a:pt x="267" y="191"/>
                                <a:pt x="285" y="157"/>
                                <a:pt x="285" y="119"/>
                              </a:cubicBezTo>
                              <a:close/>
                              <a:moveTo>
                                <a:pt x="164" y="219"/>
                              </a:moveTo>
                              <a:cubicBezTo>
                                <a:pt x="108" y="219"/>
                                <a:pt x="63" y="174"/>
                                <a:pt x="63" y="119"/>
                              </a:cubicBezTo>
                              <a:cubicBezTo>
                                <a:pt x="63" y="64"/>
                                <a:pt x="108" y="19"/>
                                <a:pt x="164" y="19"/>
                              </a:cubicBezTo>
                              <a:cubicBezTo>
                                <a:pt x="220" y="19"/>
                                <a:pt x="265" y="64"/>
                                <a:pt x="265" y="119"/>
                              </a:cubicBezTo>
                              <a:cubicBezTo>
                                <a:pt x="265" y="174"/>
                                <a:pt x="222" y="219"/>
                                <a:pt x="164" y="219"/>
                              </a:cubicBezTo>
                              <a:close/>
                              <a:moveTo>
                                <a:pt x="266" y="230"/>
                              </a:moveTo>
                              <a:cubicBezTo>
                                <a:pt x="266" y="231"/>
                                <a:pt x="266" y="231"/>
                                <a:pt x="266" y="231"/>
                              </a:cubicBezTo>
                              <a:cubicBezTo>
                                <a:pt x="264" y="229"/>
                                <a:pt x="262" y="227"/>
                                <a:pt x="259" y="227"/>
                              </a:cubicBezTo>
                              <a:cubicBezTo>
                                <a:pt x="253" y="227"/>
                                <a:pt x="248" y="230"/>
                                <a:pt x="248" y="236"/>
                              </a:cubicBezTo>
                              <a:cubicBezTo>
                                <a:pt x="248" y="240"/>
                                <a:pt x="250" y="244"/>
                                <a:pt x="254" y="245"/>
                              </a:cubicBezTo>
                              <a:cubicBezTo>
                                <a:pt x="253" y="245"/>
                                <a:pt x="253" y="245"/>
                                <a:pt x="253" y="245"/>
                              </a:cubicBezTo>
                              <a:cubicBezTo>
                                <a:pt x="286" y="269"/>
                                <a:pt x="303" y="305"/>
                                <a:pt x="306" y="347"/>
                              </a:cubicBezTo>
                              <a:cubicBezTo>
                                <a:pt x="328" y="347"/>
                                <a:pt x="328" y="347"/>
                                <a:pt x="328" y="347"/>
                              </a:cubicBezTo>
                              <a:cubicBezTo>
                                <a:pt x="325" y="300"/>
                                <a:pt x="302" y="258"/>
                                <a:pt x="266" y="230"/>
                              </a:cubicBezTo>
                              <a:close/>
                              <a:moveTo>
                                <a:pt x="266" y="230"/>
                              </a:moveTo>
                              <a:cubicBezTo>
                                <a:pt x="266" y="230"/>
                                <a:pt x="266" y="230"/>
                                <a:pt x="266" y="230"/>
                              </a:cubicBezTo>
                            </a:path>
                          </a:pathLst>
                        </a:custGeom>
                        <a:solidFill>
                          <a:srgbClr val="5D7B98"/>
                        </a:solidFill>
                        <a:ln>
                          <a:solidFill>
                            <a:srgbClr val="5D7B98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8" o:spid="_x0000_s1026" o:spt="100" style="position:absolute;left:0pt;margin-left:123.55pt;margin-top:188.25pt;height:17.55pt;width:16.6pt;z-index:251710464;mso-width-relative:page;mso-height-relative:page;" fillcolor="#5D7B98" filled="t" stroked="t" coordsize="328,347" o:gfxdata="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" path="m285,119c285,53,231,0,164,0c98,0,44,53,44,119c44,157,62,191,90,213c39,238,4,289,0,347c18,347,18,347,18,347c22,292,58,244,108,224c123,232,145,238,164,238c183,238,201,234,216,227c229,219,229,219,229,219c239,213,239,213,239,213c267,191,285,157,285,119xm164,219c108,219,63,174,63,119c63,64,108,19,164,19c220,19,265,64,265,119c265,174,222,219,164,219xm266,230c266,231,266,231,266,231c264,229,262,227,259,227c253,227,248,230,248,236c248,240,250,244,254,245c253,245,253,245,253,245c286,269,303,305,306,347c328,347,328,347,328,347c325,300,302,258,266,230xm266,230c266,230,266,230,266,230e">
                <v:path o:connectlocs="@0,@0;@0,0;@0,@0;@0,@0;0,@0;@0,@0;@0,@0;@0,@0;@0,@0;@0,@0;@0,@0;@0,@0;@0,@0;@0,@0;@0,@0;@0,@0;@0,@0;@0,@0;@0,@0;@0,@0;@0,@0;@0,@0;@0,@0;@0,@0;@0,@0;@0,@0;@0,@0;@0,@0" o:connectangles="0,0,0,0,0,0,0,0,0,0,0,0,0,0,0,0,0,0,0,0,0,0,0,0,0,0,0,0"/>
                <v:fill on="t" focussize="0,0"/>
                <v:stroke color="#5D7B98" joinstyle="round"/>
                <v:imagedata o:title=""/>
                <o:lock v:ext="edit" aspectratio="t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3324225</wp:posOffset>
                </wp:positionV>
                <wp:extent cx="318770" cy="222885"/>
                <wp:effectExtent l="0" t="0" r="5080" b="6350"/>
                <wp:wrapNone/>
                <wp:docPr id="21516" name="Freeform 1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2026285" y="6555105"/>
                          <a:ext cx="318770" cy="222885"/>
                        </a:xfrm>
                        <a:custGeom>
                          <a:avLst/>
                          <a:gdLst>
                            <a:gd name="T0" fmla="*/ 255 w 263"/>
                            <a:gd name="T1" fmla="*/ 42 h 184"/>
                            <a:gd name="T2" fmla="*/ 140 w 263"/>
                            <a:gd name="T3" fmla="*/ 2 h 184"/>
                            <a:gd name="T4" fmla="*/ 127 w 263"/>
                            <a:gd name="T5" fmla="*/ 2 h 184"/>
                            <a:gd name="T6" fmla="*/ 11 w 263"/>
                            <a:gd name="T7" fmla="*/ 42 h 184"/>
                            <a:gd name="T8" fmla="*/ 11 w 263"/>
                            <a:gd name="T9" fmla="*/ 51 h 184"/>
                            <a:gd name="T10" fmla="*/ 38 w 263"/>
                            <a:gd name="T11" fmla="*/ 61 h 184"/>
                            <a:gd name="T12" fmla="*/ 25 w 263"/>
                            <a:gd name="T13" fmla="*/ 99 h 184"/>
                            <a:gd name="T14" fmla="*/ 17 w 263"/>
                            <a:gd name="T15" fmla="*/ 111 h 184"/>
                            <a:gd name="T16" fmla="*/ 24 w 263"/>
                            <a:gd name="T17" fmla="*/ 122 h 184"/>
                            <a:gd name="T18" fmla="*/ 0 w 263"/>
                            <a:gd name="T19" fmla="*/ 173 h 184"/>
                            <a:gd name="T20" fmla="*/ 19 w 263"/>
                            <a:gd name="T21" fmla="*/ 184 h 184"/>
                            <a:gd name="T22" fmla="*/ 37 w 263"/>
                            <a:gd name="T23" fmla="*/ 121 h 184"/>
                            <a:gd name="T24" fmla="*/ 42 w 263"/>
                            <a:gd name="T25" fmla="*/ 111 h 184"/>
                            <a:gd name="T26" fmla="*/ 36 w 263"/>
                            <a:gd name="T27" fmla="*/ 100 h 184"/>
                            <a:gd name="T28" fmla="*/ 50 w 263"/>
                            <a:gd name="T29" fmla="*/ 66 h 184"/>
                            <a:gd name="T30" fmla="*/ 51 w 263"/>
                            <a:gd name="T31" fmla="*/ 65 h 184"/>
                            <a:gd name="T32" fmla="*/ 131 w 263"/>
                            <a:gd name="T33" fmla="*/ 33 h 184"/>
                            <a:gd name="T34" fmla="*/ 138 w 263"/>
                            <a:gd name="T35" fmla="*/ 36 h 184"/>
                            <a:gd name="T36" fmla="*/ 138 w 263"/>
                            <a:gd name="T37" fmla="*/ 36 h 184"/>
                            <a:gd name="T38" fmla="*/ 135 w 263"/>
                            <a:gd name="T39" fmla="*/ 44 h 184"/>
                            <a:gd name="T40" fmla="*/ 68 w 263"/>
                            <a:gd name="T41" fmla="*/ 71 h 184"/>
                            <a:gd name="T42" fmla="*/ 128 w 263"/>
                            <a:gd name="T43" fmla="*/ 91 h 184"/>
                            <a:gd name="T44" fmla="*/ 141 w 263"/>
                            <a:gd name="T45" fmla="*/ 91 h 184"/>
                            <a:gd name="T46" fmla="*/ 256 w 263"/>
                            <a:gd name="T47" fmla="*/ 52 h 184"/>
                            <a:gd name="T48" fmla="*/ 255 w 263"/>
                            <a:gd name="T49" fmla="*/ 42 h 184"/>
                            <a:gd name="T50" fmla="*/ 255 w 263"/>
                            <a:gd name="T51" fmla="*/ 42 h 184"/>
                            <a:gd name="T52" fmla="*/ 128 w 263"/>
                            <a:gd name="T53" fmla="*/ 106 h 184"/>
                            <a:gd name="T54" fmla="*/ 55 w 263"/>
                            <a:gd name="T55" fmla="*/ 82 h 184"/>
                            <a:gd name="T56" fmla="*/ 55 w 263"/>
                            <a:gd name="T57" fmla="*/ 100 h 184"/>
                            <a:gd name="T58" fmla="*/ 61 w 263"/>
                            <a:gd name="T59" fmla="*/ 114 h 184"/>
                            <a:gd name="T60" fmla="*/ 56 w 263"/>
                            <a:gd name="T61" fmla="*/ 127 h 184"/>
                            <a:gd name="T62" fmla="*/ 61 w 263"/>
                            <a:gd name="T63" fmla="*/ 134 h 184"/>
                            <a:gd name="T64" fmla="*/ 209 w 263"/>
                            <a:gd name="T65" fmla="*/ 131 h 184"/>
                            <a:gd name="T66" fmla="*/ 215 w 263"/>
                            <a:gd name="T67" fmla="*/ 121 h 184"/>
                            <a:gd name="T68" fmla="*/ 215 w 263"/>
                            <a:gd name="T69" fmla="*/ 81 h 184"/>
                            <a:gd name="T70" fmla="*/ 141 w 263"/>
                            <a:gd name="T71" fmla="*/ 106 h 184"/>
                            <a:gd name="T72" fmla="*/ 128 w 263"/>
                            <a:gd name="T73" fmla="*/ 106 h 184"/>
                            <a:gd name="T74" fmla="*/ 128 w 263"/>
                            <a:gd name="T75" fmla="*/ 106 h 184"/>
                            <a:gd name="T76" fmla="*/ 128 w 263"/>
                            <a:gd name="T77" fmla="*/ 106 h 184"/>
                            <a:gd name="T78" fmla="*/ 128 w 263"/>
                            <a:gd name="T79" fmla="*/ 106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rgbClr val="5D7B98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42" o:spid="_x0000_s1026" o:spt="100" style="position:absolute;left:0pt;margin-left:123.55pt;margin-top:261.75pt;height:17.55pt;width:25.1pt;z-index:251709440;mso-width-relative:page;mso-height-relative:page;" fillcolor="#5D7B98" filled="t" stroked="f" coordsize="263,184" o:gfxdata="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309073,50875;169687,2422;153930,2422;13332,50875;13332,61777;46058,73891;30301,119921;20604,134457;29089,147782;0,209560;23029,222885;44845,146571;50906,134457;43633,121133;60602,79947;61814,78736;158778,39973;167263,43607;167263,43607;163627,53298;82419,86004;155142,110231;170899,110231;310285,62989;309073,50875;309073,50875;155142,128401;66662,99329;66662,121133;73935,138091;67874,153839;73935,162318;253319,158684;260591,146571;260591,98117;170899,128401;155142,128401;155142,128401;155142,128401;155142,128401" o:connectangles="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1873885</wp:posOffset>
                </wp:positionH>
                <wp:positionV relativeFrom="paragraph">
                  <wp:posOffset>2238375</wp:posOffset>
                </wp:positionV>
                <wp:extent cx="4291330" cy="2647950"/>
                <wp:effectExtent l="0" t="0" r="0" b="0"/>
                <wp:wrapNone/>
                <wp:docPr id="21514" name="文本框 21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31085" y="5469255"/>
                          <a:ext cx="4291330" cy="264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59595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/>
                                <w:sz w:val="28"/>
                                <w:szCs w:val="28"/>
                              </w:rPr>
                              <w:t>姓    名</w:t>
                            </w:r>
                            <w:r>
                              <w:rPr>
                                <w:rFonts w:ascii="微软雅黑" w:hAnsi="微软雅黑"/>
                                <w:color w:val="595959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595959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59595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/>
                                <w:sz w:val="28"/>
                                <w:szCs w:val="28"/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/>
                                <w:color w:val="595959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59595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/>
                                <w:sz w:val="28"/>
                                <w:szCs w:val="28"/>
                              </w:rPr>
                              <w:t xml:space="preserve">毕业学院：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59595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/>
                                <w:sz w:val="28"/>
                                <w:szCs w:val="28"/>
                              </w:rPr>
                              <w:t xml:space="preserve">所学专业：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59595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/>
                                <w:sz w:val="28"/>
                                <w:szCs w:val="28"/>
                              </w:rPr>
                              <w:t>联系电话</w:t>
                            </w:r>
                            <w:r>
                              <w:rPr>
                                <w:rFonts w:ascii="微软雅黑" w:hAnsi="微软雅黑"/>
                                <w:color w:val="595959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595959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59595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/>
                                <w:sz w:val="28"/>
                                <w:szCs w:val="28"/>
                              </w:rPr>
                              <w:t>联系邮箱</w:t>
                            </w:r>
                            <w:r>
                              <w:rPr>
                                <w:rFonts w:ascii="微软雅黑" w:hAnsi="微软雅黑"/>
                                <w:color w:val="595959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55pt;margin-top:176.25pt;height:208.5pt;width:337.9pt;z-index:251708416;mso-width-relative:page;mso-height-relative:page;" filled="f" stroked="f" coordsize="21600,21600" o:gfxdata="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B9fDHdAAAACwEAAA8AAAAAAAAAAQAgAAAAIgAAAGRycy9k&#10;b3ducmV2LnhtbFBLAQIUABQAAAAIAIdO4kDaaKP3NgIAADsEAAAOAAAAAAAAAAEAIAAAACw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auto"/>
                        <w:rPr>
                          <w:rFonts w:ascii="微软雅黑" w:hAnsi="微软雅黑"/>
                          <w:color w:val="595959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color w:val="595959"/>
                          <w:sz w:val="28"/>
                          <w:szCs w:val="28"/>
                        </w:rPr>
                        <w:t>姓    名</w:t>
                      </w:r>
                      <w:r>
                        <w:rPr>
                          <w:rFonts w:ascii="微软雅黑" w:hAnsi="微软雅黑"/>
                          <w:color w:val="595959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595959"/>
                          <w:sz w:val="28"/>
                          <w:szCs w:val="28"/>
                        </w:rPr>
                        <w:t xml:space="preserve">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微软雅黑" w:hAnsi="微软雅黑"/>
                          <w:color w:val="595959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color w:val="595959"/>
                          <w:sz w:val="28"/>
                          <w:szCs w:val="28"/>
                        </w:rPr>
                        <w:t>求职意向</w:t>
                      </w:r>
                      <w:r>
                        <w:rPr>
                          <w:rFonts w:ascii="微软雅黑" w:hAnsi="微软雅黑"/>
                          <w:color w:val="595959"/>
                          <w:sz w:val="28"/>
                          <w:szCs w:val="28"/>
                        </w:rPr>
                        <w:t>：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微软雅黑" w:hAnsi="微软雅黑"/>
                          <w:color w:val="595959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color w:val="595959"/>
                          <w:sz w:val="28"/>
                          <w:szCs w:val="28"/>
                        </w:rPr>
                        <w:t xml:space="preserve">毕业学院：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微软雅黑" w:hAnsi="微软雅黑"/>
                          <w:color w:val="595959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color w:val="595959"/>
                          <w:sz w:val="28"/>
                          <w:szCs w:val="28"/>
                        </w:rPr>
                        <w:t xml:space="preserve">所学专业：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微软雅黑" w:hAnsi="微软雅黑"/>
                          <w:color w:val="595959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color w:val="595959"/>
                          <w:sz w:val="28"/>
                          <w:szCs w:val="28"/>
                        </w:rPr>
                        <w:t>联系电话</w:t>
                      </w:r>
                      <w:r>
                        <w:rPr>
                          <w:rFonts w:ascii="微软雅黑" w:hAnsi="微软雅黑"/>
                          <w:color w:val="595959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595959"/>
                          <w:sz w:val="28"/>
                          <w:szCs w:val="28"/>
                        </w:rPr>
                        <w:t xml:space="preserve">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微软雅黑" w:hAnsi="微软雅黑"/>
                          <w:color w:val="595959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color w:val="595959"/>
                          <w:sz w:val="28"/>
                          <w:szCs w:val="28"/>
                        </w:rPr>
                        <w:t>联系邮箱</w:t>
                      </w:r>
                      <w:r>
                        <w:rPr>
                          <w:rFonts w:ascii="微软雅黑" w:hAnsi="微软雅黑"/>
                          <w:color w:val="595959"/>
                          <w:sz w:val="28"/>
                          <w:szCs w:val="28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5D4FC3"/>
    <w:rsid w:val="00055746"/>
    <w:rsid w:val="000819F0"/>
    <w:rsid w:val="000B0AAF"/>
    <w:rsid w:val="00117793"/>
    <w:rsid w:val="001A20D0"/>
    <w:rsid w:val="001B7CA3"/>
    <w:rsid w:val="001C325D"/>
    <w:rsid w:val="002315C1"/>
    <w:rsid w:val="00243396"/>
    <w:rsid w:val="00287739"/>
    <w:rsid w:val="002F05F9"/>
    <w:rsid w:val="00326E2E"/>
    <w:rsid w:val="004754A7"/>
    <w:rsid w:val="004C6764"/>
    <w:rsid w:val="004D6632"/>
    <w:rsid w:val="004F6407"/>
    <w:rsid w:val="0061573D"/>
    <w:rsid w:val="00634976"/>
    <w:rsid w:val="006C5128"/>
    <w:rsid w:val="006F701C"/>
    <w:rsid w:val="007618EA"/>
    <w:rsid w:val="00775C7C"/>
    <w:rsid w:val="007C5170"/>
    <w:rsid w:val="00893918"/>
    <w:rsid w:val="00910953"/>
    <w:rsid w:val="009B60D2"/>
    <w:rsid w:val="00A521E6"/>
    <w:rsid w:val="00A56BA7"/>
    <w:rsid w:val="00A93C13"/>
    <w:rsid w:val="00AE7BAB"/>
    <w:rsid w:val="00C821BB"/>
    <w:rsid w:val="00DB21D7"/>
    <w:rsid w:val="00FC2D25"/>
    <w:rsid w:val="094B1171"/>
    <w:rsid w:val="1AE8029D"/>
    <w:rsid w:val="31A527FC"/>
    <w:rsid w:val="348D5A81"/>
    <w:rsid w:val="385D4FC3"/>
    <w:rsid w:val="45474683"/>
    <w:rsid w:val="563663AA"/>
    <w:rsid w:val="5DF26C39"/>
    <w:rsid w:val="70276E26"/>
    <w:rsid w:val="7313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5"/>
    <w:unhideWhenUsed/>
    <w:qFormat/>
    <w:uiPriority w:val="99"/>
    <w:rPr>
      <w:rFonts w:ascii="微软雅黑" w:hAnsi="微软雅黑" w:cstheme="minorBidi"/>
    </w:rPr>
  </w:style>
  <w:style w:type="paragraph" w:styleId="3">
    <w:name w:val="Closing"/>
    <w:basedOn w:val="1"/>
    <w:link w:val="14"/>
    <w:unhideWhenUsed/>
    <w:qFormat/>
    <w:uiPriority w:val="99"/>
    <w:pPr>
      <w:ind w:left="100" w:leftChars="2100"/>
    </w:pPr>
    <w:rPr>
      <w:rFonts w:ascii="微软雅黑" w:hAnsi="微软雅黑" w:cstheme="minorBidi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uiPriority w:val="99"/>
    <w:rPr>
      <w:sz w:val="18"/>
      <w:szCs w:val="18"/>
    </w:rPr>
  </w:style>
  <w:style w:type="paragraph" w:customStyle="1" w:styleId="13">
    <w:name w:val="列出段落1"/>
    <w:basedOn w:val="1"/>
    <w:next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4">
    <w:name w:val="结束语 Char"/>
    <w:basedOn w:val="7"/>
    <w:link w:val="3"/>
    <w:qFormat/>
    <w:uiPriority w:val="99"/>
    <w:rPr>
      <w:rFonts w:ascii="微软雅黑" w:hAnsi="微软雅黑" w:eastAsia="微软雅黑"/>
    </w:rPr>
  </w:style>
  <w:style w:type="character" w:customStyle="1" w:styleId="15">
    <w:name w:val="称呼 Char"/>
    <w:basedOn w:val="7"/>
    <w:link w:val="2"/>
    <w:qFormat/>
    <w:uiPriority w:val="99"/>
    <w:rPr>
      <w:rFonts w:ascii="微软雅黑" w:hAnsi="微软雅黑" w:eastAsia="微软雅黑"/>
    </w:rPr>
  </w:style>
  <w:style w:type="character" w:customStyle="1" w:styleId="16">
    <w:name w:val="结束语 Char1"/>
    <w:basedOn w:val="7"/>
    <w:semiHidden/>
    <w:qFormat/>
    <w:uiPriority w:val="99"/>
    <w:rPr>
      <w:rFonts w:ascii="Arial Unicode MS" w:hAnsi="Arial Unicode MS" w:eastAsia="微软雅黑" w:cs="Times New Roman"/>
    </w:rPr>
  </w:style>
  <w:style w:type="character" w:customStyle="1" w:styleId="17">
    <w:name w:val="称呼 Char1"/>
    <w:basedOn w:val="7"/>
    <w:semiHidden/>
    <w:qFormat/>
    <w:uiPriority w:val="99"/>
    <w:rPr>
      <w:rFonts w:ascii="Arial Unicode MS" w:hAnsi="Arial Unicode MS" w:eastAsia="微软雅黑" w:cs="Times New Roman"/>
    </w:rPr>
  </w:style>
  <w:style w:type="paragraph" w:customStyle="1" w:styleId="18">
    <w:name w:val="列出段落2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\AppData\Roaming\kingsoft\office6\templates\download\&#40664;&#35748;\&#12304;&#31616;&#21382;&#22871;&#35013;&#12305;&#36130;&#21153;&#31616;&#21382;&#24212;&#23626;&#29983;&#31616;&#21382;&#36890;&#29992;&#31616;&#21382;&#31616;&#32422;&#31616;&#21382;&#23553;&#3875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724237-4660-45F2-99DC-E5C7831D6C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【简历套装】财务简历应届生简历通用简历简约简历封面.docx</Template>
  <Pages>1</Pages>
  <Words>0</Words>
  <Characters>0</Characters>
  <Lines>1</Lines>
  <Paragraphs>1</Paragraphs>
  <TotalTime>0</TotalTime>
  <ScaleCrop>false</ScaleCrop>
  <LinksUpToDate>false</LinksUpToDate>
  <CharactersWithSpaces>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2017-09-10T11:32:00Z</dcterms:created>
  <dc:creator>S</dc:creator>
  <cp:lastModifiedBy>WPS_1528193819</cp:lastModifiedBy>
  <dcterms:modified xsi:type="dcterms:W3CDTF">2018-07-26T06:14:10Z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